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00A97">
      <w:pPr>
        <w:spacing w:line="560" w:lineRule="atLeast"/>
        <w:rPr>
          <w:rFonts w:ascii="Times New Roman" w:eastAsia="黑体" w:hAnsi="Times New Roman"/>
          <w:sz w:val="32"/>
        </w:rPr>
      </w:pPr>
    </w:p>
    <w:p w:rsidR="00300A97">
      <w:pPr>
        <w:spacing w:line="560" w:lineRule="atLeast"/>
        <w:rPr>
          <w:rFonts w:ascii="Times New Roman" w:eastAsia="仿宋_GB2312" w:hAnsi="Times New Roman"/>
          <w:sz w:val="32"/>
        </w:rPr>
      </w:pPr>
    </w:p>
    <w:p w:rsidR="00300A97">
      <w:pPr>
        <w:spacing w:line="560" w:lineRule="atLeast"/>
        <w:rPr>
          <w:rFonts w:ascii="Times New Roman" w:eastAsia="仿宋_GB2312" w:hAnsi="Times New Roman"/>
          <w:sz w:val="32"/>
        </w:rPr>
      </w:pPr>
    </w:p>
    <w:p w:rsidR="00300A97">
      <w:pPr>
        <w:spacing w:line="560" w:lineRule="atLeast"/>
        <w:jc w:val="center"/>
        <w:rPr>
          <w:rFonts w:ascii="Times New Roman" w:eastAsia="方正小标宋简体" w:hAnsi="Times New Roman"/>
          <w:bCs/>
          <w:color w:val="FF0000"/>
          <w:w w:val="90"/>
          <w:sz w:val="80"/>
          <w:szCs w:val="80"/>
        </w:rPr>
      </w:pPr>
      <w:bookmarkStart w:id="0" w:name="_Hlk492495787"/>
      <w:r>
        <w:rPr>
          <w:rFonts w:ascii="Times New Roman" w:eastAsia="方正小标宋简体" w:hAnsi="Times New Roman"/>
          <w:bCs/>
          <w:color w:val="FF0000"/>
          <w:w w:val="90"/>
          <w:sz w:val="80"/>
          <w:szCs w:val="80"/>
        </w:rPr>
        <w:t>共青团中山大学委员会</w:t>
      </w:r>
    </w:p>
    <w:p w:rsidR="00300A97" w:rsidP="009C7F88">
      <w:pPr>
        <w:adjustRightInd w:val="0"/>
        <w:snapToGrid w:val="0"/>
        <w:spacing w:line="480" w:lineRule="atLeast"/>
        <w:jc w:val="center"/>
        <w:rPr>
          <w:rFonts w:ascii="仿宋_GB2312" w:eastAsia="仿宋_GB2312" w:hAnsi="Times New Roman"/>
          <w:sz w:val="32"/>
          <w:szCs w:val="32"/>
        </w:rPr>
      </w:pPr>
      <w:bookmarkStart w:id="1" w:name="_Hlk492495759"/>
      <w:bookmarkEnd w:id="0"/>
      <w:r>
        <w:rPr>
          <w:rFonts w:ascii="仿宋_GB2312" w:eastAsia="仿宋_GB2312" w:hAnsi="Times New Roman" w:hint="eastAsia"/>
          <w:sz w:val="32"/>
          <w:szCs w:val="32"/>
        </w:rPr>
        <w:t>团发〔</w:t>
      </w:r>
      <w:r>
        <w:rPr>
          <w:rFonts w:ascii="Times New Roman" w:eastAsia="仿宋_GB2312" w:hAnsi="Times New Roman"/>
          <w:sz w:val="32"/>
          <w:szCs w:val="32"/>
        </w:rPr>
        <w:t>2023</w:t>
      </w:r>
      <w:r>
        <w:rPr>
          <w:rFonts w:ascii="仿宋_GB2312" w:eastAsia="仿宋_GB2312" w:hAnsi="Times New Roman" w:hint="eastAsia"/>
          <w:sz w:val="32"/>
          <w:szCs w:val="32"/>
        </w:rPr>
        <w:t>〕</w:t>
      </w:r>
      <w:r>
        <w:rPr>
          <w:rFonts w:ascii="Times New Roman" w:eastAsia="仿宋_GB2312" w:hAnsi="Times New Roman"/>
          <w:sz w:val="32"/>
          <w:szCs w:val="32"/>
        </w:rPr>
        <w:t>13</w:t>
      </w:r>
      <w:r w:rsidR="005B300E">
        <w:rPr>
          <w:rFonts w:ascii="Times New Roman" w:eastAsia="仿宋_GB2312" w:hAnsi="Times New Roman"/>
          <w:sz w:val="32"/>
          <w:szCs w:val="32"/>
        </w:rPr>
        <w:t>1</w:t>
      </w:r>
      <w:bookmarkStart w:id="2" w:name="_GoBack"/>
      <w:bookmarkEnd w:id="2"/>
      <w:r>
        <w:rPr>
          <w:rFonts w:ascii="仿宋_GB2312" w:eastAsia="仿宋_GB2312" w:hAnsi="Times New Roman" w:hint="eastAsia"/>
          <w:sz w:val="32"/>
          <w:szCs w:val="32"/>
        </w:rPr>
        <w:t>号</w:t>
      </w:r>
      <w:bookmarkEnd w:id="1"/>
    </w:p>
    <w:p w:rsidR="001A1F17" w:rsidP="001A1F17">
      <w:pPr>
        <w:adjustRightInd w:val="0"/>
        <w:snapToGrid w:val="0"/>
        <w:spacing w:line="480" w:lineRule="atLeast"/>
        <w:jc w:val="center"/>
        <w:rPr>
          <w:rFonts w:ascii="Times New Roman" w:hAnsi="Times New Roman" w:hint="eastAsia"/>
          <w:bCs/>
          <w:sz w:val="32"/>
          <w:szCs w:val="32"/>
        </w:rPr>
      </w:pPr>
    </w:p>
    <w:p w:rsidR="00300A97">
      <w:pPr>
        <w:adjustRightInd w:val="0"/>
        <w:snapToGrid w:val="0"/>
        <w:spacing w:line="560" w:lineRule="atLeast"/>
        <w:jc w:val="center"/>
        <w:rPr>
          <w:rFonts w:ascii="Times New Roman" w:eastAsia="方正小标宋简体" w:hAnsi="Times New Roman"/>
          <w:bCs/>
          <w:sz w:val="32"/>
          <w:szCs w:val="32"/>
        </w:rPr>
      </w:pPr>
      <w:r>
        <w:rPr>
          <w:rFonts w:ascii="Times New Roman" w:hAnsi="Times New Roman"/>
          <w:bCs/>
          <w:noProof/>
          <w:sz w:val="28"/>
        </w:rPr>
        <w:drawing>
          <wp:inline distT="0" distB="0" distL="0" distR="0">
            <wp:extent cx="55149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558411" name="图片 1" descr="党委横线"/>
                    <pic:cNvPicPr>
                      <a:picLocks noChangeAspect="1" noChangeArrowheads="1"/>
                    </pic:cNvPicPr>
                  </pic:nvPicPr>
                  <pic:blipFill>
                    <a:blip xmlns:r="http://schemas.openxmlformats.org/officeDocument/2006/relationships" r:embed="rId5" cstate="print"/>
                    <a:stretch>
                      <a:fillRect/>
                    </a:stretch>
                  </pic:blipFill>
                  <pic:spPr>
                    <a:xfrm>
                      <a:off x="0" y="0"/>
                      <a:ext cx="5514975" cy="381000"/>
                    </a:xfrm>
                    <a:prstGeom prst="rect">
                      <a:avLst/>
                    </a:prstGeom>
                    <a:noFill/>
                    <a:ln w="9525">
                      <a:noFill/>
                      <a:miter lim="800000"/>
                      <a:headEnd/>
                      <a:tailEnd/>
                    </a:ln>
                  </pic:spPr>
                </pic:pic>
              </a:graphicData>
            </a:graphic>
          </wp:inline>
        </w:drawing>
      </w:r>
    </w:p>
    <w:p w:rsidR="00300A97">
      <w:pPr>
        <w:spacing w:line="72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共青团中山大学委员会</w:t>
      </w:r>
      <w:r>
        <w:rPr>
          <w:rFonts w:ascii="Times New Roman" w:eastAsia="方正小标宋简体" w:hAnsi="Times New Roman"/>
          <w:sz w:val="44"/>
          <w:szCs w:val="44"/>
        </w:rPr>
        <w:t>关于</w:t>
      </w:r>
      <w:r>
        <w:rPr>
          <w:rFonts w:ascii="Times New Roman" w:eastAsia="方正小标宋简体" w:hAnsi="Times New Roman" w:hint="eastAsia"/>
          <w:sz w:val="44"/>
          <w:szCs w:val="44"/>
        </w:rPr>
        <w:t>推荐报送</w:t>
      </w:r>
    </w:p>
    <w:p w:rsidR="00300A97">
      <w:pPr>
        <w:spacing w:line="72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第十四届中国青年志愿者优秀</w:t>
      </w:r>
    </w:p>
    <w:p w:rsidR="00300A97">
      <w:pPr>
        <w:spacing w:line="720" w:lineRule="exact"/>
        <w:jc w:val="center"/>
        <w:rPr>
          <w:rFonts w:ascii="Times New Roman" w:eastAsia="仿宋_GB2312" w:hAnsi="Times New Roman"/>
          <w:sz w:val="32"/>
          <w:szCs w:val="32"/>
        </w:rPr>
      </w:pPr>
      <w:r>
        <w:rPr>
          <w:rFonts w:ascii="Times New Roman" w:eastAsia="方正小标宋简体" w:hAnsi="Times New Roman" w:hint="eastAsia"/>
          <w:sz w:val="44"/>
          <w:szCs w:val="44"/>
        </w:rPr>
        <w:t>个人奖、组织</w:t>
      </w:r>
      <w:r>
        <w:rPr>
          <w:rFonts w:ascii="Times New Roman" w:eastAsia="方正小标宋简体" w:hAnsi="Times New Roman" w:hint="eastAsia"/>
          <w:sz w:val="44"/>
          <w:szCs w:val="44"/>
        </w:rPr>
        <w:t>奖</w:t>
      </w:r>
      <w:r>
        <w:rPr>
          <w:rFonts w:ascii="Times New Roman" w:eastAsia="方正小标宋简体" w:hAnsi="Times New Roman" w:hint="eastAsia"/>
          <w:sz w:val="44"/>
          <w:szCs w:val="44"/>
        </w:rPr>
        <w:t>的通知</w:t>
      </w:r>
    </w:p>
    <w:p w:rsidR="00300A97">
      <w:pPr>
        <w:snapToGrid w:val="0"/>
        <w:spacing w:line="540" w:lineRule="exact"/>
        <w:rPr>
          <w:rFonts w:ascii="Times New Roman" w:eastAsia="仿宋_GB2312" w:hAnsi="Times New Roman"/>
          <w:sz w:val="32"/>
          <w:szCs w:val="32"/>
        </w:rPr>
      </w:pPr>
    </w:p>
    <w:p w:rsidR="00300A97">
      <w:pPr>
        <w:snapToGrid w:val="0"/>
        <w:spacing w:line="540" w:lineRule="exact"/>
        <w:rPr>
          <w:rFonts w:ascii="Times New Roman" w:eastAsia="仿宋_GB2312" w:hAnsi="Times New Roman"/>
          <w:sz w:val="32"/>
          <w:szCs w:val="32"/>
        </w:rPr>
      </w:pPr>
      <w:r>
        <w:rPr>
          <w:rFonts w:ascii="Times New Roman" w:eastAsia="仿宋_GB2312" w:hAnsi="Times New Roman"/>
          <w:sz w:val="32"/>
          <w:szCs w:val="32"/>
        </w:rPr>
        <w:t>各二级</w:t>
      </w:r>
      <w:r>
        <w:rPr>
          <w:rFonts w:ascii="Times New Roman" w:eastAsia="仿宋_GB2312" w:hAnsi="Times New Roman" w:hint="eastAsia"/>
          <w:sz w:val="32"/>
          <w:szCs w:val="32"/>
        </w:rPr>
        <w:t>单位</w:t>
      </w:r>
      <w:r>
        <w:rPr>
          <w:rFonts w:ascii="Times New Roman" w:eastAsia="仿宋_GB2312" w:hAnsi="Times New Roman"/>
          <w:sz w:val="32"/>
          <w:szCs w:val="32"/>
        </w:rPr>
        <w:t>团组织：</w:t>
      </w:r>
    </w:p>
    <w:p w:rsidR="00300A97">
      <w:pPr>
        <w:snapToGrid w:val="0"/>
        <w:spacing w:line="540" w:lineRule="exact"/>
        <w:ind w:firstLine="640" w:firstLineChars="200"/>
        <w:rPr>
          <w:rFonts w:ascii="Times New Roman" w:eastAsia="仿宋_GB2312" w:hAnsi="Times New Roman"/>
          <w:sz w:val="32"/>
          <w:szCs w:val="32"/>
        </w:rPr>
      </w:pPr>
      <w:r>
        <w:rPr>
          <w:rFonts w:ascii="Times New Roman" w:eastAsia="仿宋_GB2312" w:hAnsi="Times New Roman" w:hint="eastAsia"/>
          <w:sz w:val="32"/>
          <w:szCs w:val="32"/>
        </w:rPr>
        <w:t>为深入学习贯彻党的二十大精神和习近平总书记在同团中央新一届领导班子集体谈话时的重要讲话精神，充分发挥先进典型示范引领作用，加强对广大青年的政治引领，激励和引导广大青年志愿者弘扬志愿精神，为强国建设、民族复兴伟业而奋斗，根据《共青团中央评比表彰管理办法》</w:t>
      </w:r>
      <w:r>
        <w:rPr>
          <w:rFonts w:ascii="Times New Roman" w:eastAsia="仿宋_GB2312" w:hAnsi="Times New Roman" w:hint="eastAsia"/>
          <w:sz w:val="32"/>
          <w:szCs w:val="32"/>
        </w:rPr>
        <w:t>和广东团省委工作部署</w:t>
      </w:r>
      <w:r>
        <w:rPr>
          <w:rFonts w:ascii="Times New Roman" w:eastAsia="仿宋_GB2312" w:hAnsi="Times New Roman" w:hint="eastAsia"/>
          <w:sz w:val="32"/>
          <w:szCs w:val="32"/>
        </w:rPr>
        <w:t>，现</w:t>
      </w:r>
      <w:r>
        <w:rPr>
          <w:rFonts w:ascii="Times New Roman" w:eastAsia="仿宋_GB2312" w:hAnsi="Times New Roman" w:hint="eastAsia"/>
          <w:sz w:val="32"/>
          <w:szCs w:val="32"/>
        </w:rPr>
        <w:t>发动</w:t>
      </w:r>
      <w:r>
        <w:rPr>
          <w:rFonts w:ascii="Times New Roman" w:eastAsia="仿宋_GB2312" w:hAnsi="Times New Roman" w:hint="eastAsia"/>
          <w:sz w:val="32"/>
          <w:szCs w:val="32"/>
        </w:rPr>
        <w:t>各二级</w:t>
      </w:r>
      <w:r>
        <w:rPr>
          <w:rFonts w:ascii="Times New Roman" w:eastAsia="仿宋_GB2312" w:hAnsi="Times New Roman" w:hint="eastAsia"/>
          <w:sz w:val="32"/>
          <w:szCs w:val="32"/>
        </w:rPr>
        <w:t>单位团组织推荐报送</w:t>
      </w:r>
      <w:r>
        <w:rPr>
          <w:rFonts w:ascii="Times New Roman" w:eastAsia="仿宋_GB2312" w:hAnsi="Times New Roman" w:hint="eastAsia"/>
          <w:sz w:val="32"/>
          <w:szCs w:val="32"/>
        </w:rPr>
        <w:t>第十四届中国青年志愿者优秀个人奖、组织奖。具体通知如下：</w:t>
      </w:r>
    </w:p>
    <w:p w:rsidR="00300A97">
      <w:pPr>
        <w:snapToGrid w:val="0"/>
        <w:spacing w:line="540" w:lineRule="exact"/>
        <w:ind w:firstLine="640" w:firstLineChars="200"/>
        <w:rPr>
          <w:rFonts w:ascii="Times New Roman" w:eastAsia="黑体" w:hAnsi="Times New Roman"/>
          <w:sz w:val="32"/>
          <w:szCs w:val="32"/>
        </w:rPr>
      </w:pPr>
      <w:r>
        <w:rPr>
          <w:rFonts w:ascii="Times New Roman" w:eastAsia="黑体" w:hAnsi="Times New Roman"/>
          <w:sz w:val="32"/>
          <w:szCs w:val="32"/>
        </w:rPr>
        <w:t>一、申报对象</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（一）中山大学在读学生；</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（二）中山大学各二级单位指导的在</w:t>
      </w:r>
      <w:r>
        <w:rPr>
          <w:rFonts w:ascii="仿宋_GB2312" w:eastAsia="仿宋_GB2312" w:hAnsi="仿宋_GB2312" w:cs="仿宋_GB2312" w:hint="eastAsia"/>
          <w:sz w:val="32"/>
          <w:szCs w:val="32"/>
        </w:rPr>
        <w:t>i</w:t>
      </w:r>
      <w:r>
        <w:rPr>
          <w:rFonts w:ascii="仿宋_GB2312" w:eastAsia="仿宋_GB2312" w:hAnsi="仿宋_GB2312" w:cs="仿宋_GB2312" w:hint="eastAsia"/>
          <w:sz w:val="32"/>
          <w:szCs w:val="32"/>
        </w:rPr>
        <w:t>志愿上已注册的志愿服务组织</w:t>
      </w:r>
      <w:r>
        <w:rPr>
          <w:rFonts w:ascii="仿宋_GB2312" w:eastAsia="仿宋_GB2312" w:hAnsi="仿宋_GB2312" w:cs="仿宋_GB2312" w:hint="eastAsia"/>
          <w:sz w:val="32"/>
          <w:szCs w:val="32"/>
        </w:rPr>
        <w:t>。</w:t>
      </w:r>
    </w:p>
    <w:p w:rsidR="00300A97">
      <w:pPr>
        <w:snapToGrid w:val="0"/>
        <w:spacing w:line="540" w:lineRule="exact"/>
        <w:ind w:firstLine="640" w:firstLineChars="200"/>
        <w:rPr>
          <w:rFonts w:ascii="Times New Roman" w:eastAsia="黑体" w:hAnsi="Times New Roman"/>
          <w:sz w:val="32"/>
          <w:szCs w:val="32"/>
        </w:rPr>
      </w:pPr>
      <w:r>
        <w:rPr>
          <w:rFonts w:ascii="Times New Roman" w:eastAsia="黑体" w:hAnsi="Times New Roman"/>
          <w:sz w:val="32"/>
          <w:szCs w:val="32"/>
        </w:rPr>
        <w:t>二、申报项目和条件</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申报范围为近年来全省各行业、各领域涌现出来的青年志愿服务优秀个人、组织，围绕国家重大战略和重大任务，突出地区特色和服务大局成效，聚焦科技创新、乡村振兴、绿色发展、社会服务、卫国戍边等领域，以及</w:t>
      </w:r>
      <w:r>
        <w:rPr>
          <w:rFonts w:ascii="仿宋_GB2312" w:eastAsia="仿宋_GB2312" w:hAnsi="仿宋_GB2312" w:cs="仿宋_GB2312" w:hint="eastAsia"/>
          <w:sz w:val="32"/>
          <w:szCs w:val="32"/>
        </w:rPr>
        <w:t>关爱困境</w:t>
      </w:r>
      <w:r>
        <w:rPr>
          <w:rFonts w:ascii="仿宋_GB2312" w:eastAsia="仿宋_GB2312" w:hAnsi="仿宋_GB2312" w:cs="仿宋_GB2312" w:hint="eastAsia"/>
          <w:sz w:val="32"/>
          <w:szCs w:val="32"/>
        </w:rPr>
        <w:t>青少年、为老助残、大型赛会、应急救援、文明实践、海外志愿服务等领域，对上述领域基层一线，特别是在防汛抗洪救灾中表现突出的个人、组织给予倾斜。</w:t>
      </w:r>
    </w:p>
    <w:p w:rsidR="00300A97">
      <w:pPr>
        <w:snapToGrid w:val="0"/>
        <w:spacing w:line="540" w:lineRule="exact"/>
        <w:ind w:firstLine="640" w:firstLineChars="20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一</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优秀个人奖</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坚决拥护中国共产党的领导，理想信念坚定，道德品质高尚，具有较强的社会责任感；</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具有参加志愿服务活动所需的专长和能力；</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积极</w:t>
      </w:r>
      <w:r>
        <w:rPr>
          <w:rFonts w:ascii="仿宋_GB2312" w:eastAsia="仿宋_GB2312" w:hAnsi="仿宋_GB2312" w:cs="仿宋_GB2312" w:hint="eastAsia"/>
          <w:sz w:val="32"/>
          <w:szCs w:val="32"/>
        </w:rPr>
        <w:t>践行</w:t>
      </w:r>
      <w:r>
        <w:rPr>
          <w:rFonts w:ascii="仿宋_GB2312" w:eastAsia="仿宋_GB2312" w:hAnsi="仿宋_GB2312" w:cs="仿宋_GB2312" w:hint="eastAsia"/>
          <w:sz w:val="32"/>
          <w:szCs w:val="32"/>
        </w:rPr>
        <w:t>奉献、友爱、互助、进步的志愿精神，志愿服务时间较长、业绩突出、事迹感人；</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4.14</w:t>
      </w:r>
      <w:r>
        <w:rPr>
          <w:rFonts w:ascii="仿宋_GB2312" w:eastAsia="仿宋_GB2312" w:hAnsi="仿宋_GB2312" w:cs="仿宋_GB2312" w:hint="eastAsia"/>
          <w:sz w:val="32"/>
          <w:szCs w:val="32"/>
        </w:rPr>
        <w:t>至</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周岁（</w:t>
      </w:r>
      <w:r>
        <w:rPr>
          <w:rFonts w:ascii="仿宋_GB2312" w:eastAsia="仿宋_GB2312" w:hAnsi="仿宋_GB2312" w:cs="仿宋_GB2312" w:hint="eastAsia"/>
          <w:sz w:val="32"/>
          <w:szCs w:val="32"/>
        </w:rPr>
        <w:t>1983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2009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日期间出生）的中国公民，包括在内地（大陆）工作学习满</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年的港澳台青年，在党和国家重大发展项目、具有广泛社会影响的重大事件、抗击自然灾害等事件中</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重大贡献者，年龄可以适当放宽。</w:t>
      </w:r>
    </w:p>
    <w:p w:rsidR="00300A97">
      <w:pPr>
        <w:snapToGrid w:val="0"/>
        <w:spacing w:line="540" w:lineRule="exact"/>
        <w:ind w:firstLine="640" w:firstLineChars="20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（二）优秀组织奖</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成立</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年（含</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年）以上的合法志愿服务组织及以志愿公益为宗旨和内容的其他社会组织，注册志愿者人数不少于</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周岁及以下青年志愿者人数应占总人数</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以上；</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符合《关于支持和发展志愿服务组织的意见》精神，</w:t>
      </w:r>
      <w:r>
        <w:rPr>
          <w:rFonts w:ascii="仿宋_GB2312" w:eastAsia="仿宋_GB2312" w:hAnsi="仿宋_GB2312" w:cs="仿宋_GB2312" w:hint="eastAsia"/>
          <w:sz w:val="32"/>
          <w:szCs w:val="32"/>
        </w:rPr>
        <w:t>制度健全、管理科学、运作良好、公信力强；</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常态</w:t>
      </w:r>
      <w:r>
        <w:rPr>
          <w:rFonts w:ascii="仿宋_GB2312" w:eastAsia="仿宋_GB2312" w:hAnsi="仿宋_GB2312" w:cs="仿宋_GB2312" w:hint="eastAsia"/>
          <w:sz w:val="32"/>
          <w:szCs w:val="32"/>
        </w:rPr>
        <w:t>化开展</w:t>
      </w:r>
      <w:r>
        <w:rPr>
          <w:rFonts w:ascii="仿宋_GB2312" w:eastAsia="仿宋_GB2312" w:hAnsi="仿宋_GB2312" w:cs="仿宋_GB2312" w:hint="eastAsia"/>
          <w:sz w:val="32"/>
          <w:szCs w:val="32"/>
        </w:rPr>
        <w:t>志愿服务活动，服务领域明确，队伍基本稳定，服务记录规范；</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志愿服务成效突出，典型引领作用明显，示范带动作用强，服务对象评价高，社会反响好；</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在民政部门登记注册的基层志愿服务组织优先考虑，在党和国家重大发展项目、具有广泛社会影响的重大事</w:t>
      </w:r>
      <w:r>
        <w:rPr>
          <w:rFonts w:ascii="仿宋_GB2312" w:eastAsia="仿宋_GB2312" w:hAnsi="仿宋_GB2312" w:cs="仿宋_GB2312" w:hint="eastAsia"/>
          <w:sz w:val="32"/>
          <w:szCs w:val="32"/>
        </w:rPr>
        <w:t>件、抗击自然灾害等事件中</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重大贡献的组织，可以适当放宽参评条件。</w:t>
      </w:r>
    </w:p>
    <w:p w:rsidR="00300A97">
      <w:pPr>
        <w:snapToGrid w:val="0"/>
        <w:spacing w:line="540" w:lineRule="exact"/>
        <w:ind w:firstLine="640" w:firstLineChars="200"/>
        <w:rPr>
          <w:rFonts w:ascii="Times New Roman" w:eastAsia="黑体" w:hAnsi="Times New Roman"/>
          <w:sz w:val="32"/>
          <w:szCs w:val="32"/>
        </w:rPr>
      </w:pPr>
      <w:r>
        <w:rPr>
          <w:rFonts w:ascii="Times New Roman" w:eastAsia="黑体" w:hAnsi="Times New Roman"/>
          <w:sz w:val="32"/>
          <w:szCs w:val="32"/>
        </w:rPr>
        <w:t>三、报送方式</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各单位要如实、细致填写相关评优项目申报表和汇总表并加盖公章，于</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前提交。提交方式：电子版材料（</w:t>
      </w:r>
      <w:r>
        <w:rPr>
          <w:rFonts w:ascii="仿宋_GB2312" w:eastAsia="仿宋_GB2312" w:hAnsi="仿宋_GB2312" w:cs="仿宋_GB2312" w:hint="eastAsia"/>
          <w:sz w:val="32"/>
          <w:szCs w:val="32"/>
        </w:rPr>
        <w:t>含可编辑</w:t>
      </w:r>
      <w:r>
        <w:rPr>
          <w:rFonts w:ascii="仿宋_GB2312" w:eastAsia="仿宋_GB2312" w:hAnsi="仿宋_GB2312" w:cs="仿宋_GB2312" w:hint="eastAsia"/>
          <w:sz w:val="32"/>
          <w:szCs w:val="32"/>
        </w:rPr>
        <w:t>Word/Excel</w:t>
      </w:r>
      <w:r>
        <w:rPr>
          <w:rFonts w:ascii="仿宋_GB2312" w:eastAsia="仿宋_GB2312" w:hAnsi="仿宋_GB2312" w:cs="仿宋_GB2312" w:hint="eastAsia"/>
          <w:sz w:val="32"/>
          <w:szCs w:val="32"/>
        </w:rPr>
        <w:t>文件和加盖公章的</w:t>
      </w:r>
      <w:r>
        <w:rPr>
          <w:rFonts w:ascii="仿宋_GB2312" w:eastAsia="仿宋_GB2312" w:hAnsi="仿宋_GB2312" w:cs="仿宋_GB2312" w:hint="eastAsia"/>
          <w:sz w:val="32"/>
          <w:szCs w:val="32"/>
        </w:rPr>
        <w:t>PDF</w:t>
      </w:r>
      <w:r>
        <w:rPr>
          <w:rFonts w:ascii="仿宋_GB2312" w:eastAsia="仿宋_GB2312" w:hAnsi="仿宋_GB2312" w:cs="仿宋_GB2312" w:hint="eastAsia"/>
          <w:sz w:val="32"/>
          <w:szCs w:val="32"/>
        </w:rPr>
        <w:t>扫描文件）命名为“二级单位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青年志愿者材料”，发送至邮箱</w:t>
      </w:r>
      <w:r>
        <w:rPr>
          <w:rFonts w:ascii="仿宋_GB2312" w:eastAsia="仿宋_GB2312" w:hAnsi="仿宋_GB2312" w:cs="仿宋_GB2312" w:hint="eastAsia"/>
          <w:sz w:val="32"/>
          <w:szCs w:val="32"/>
        </w:rPr>
        <w:t>wuwenwei3@mail.sysu.edu.cn</w:t>
      </w:r>
      <w:r>
        <w:rPr>
          <w:rFonts w:ascii="仿宋_GB2312" w:eastAsia="仿宋_GB2312" w:hAnsi="仿宋_GB2312" w:cs="仿宋_GB2312" w:hint="eastAsia"/>
          <w:sz w:val="32"/>
          <w:szCs w:val="32"/>
        </w:rPr>
        <w:t>。逾期不报者或补交拖延者将视作自动放弃</w:t>
      </w:r>
      <w:r>
        <w:rPr>
          <w:rFonts w:ascii="仿宋_GB2312" w:eastAsia="仿宋_GB2312" w:hAnsi="仿宋_GB2312" w:cs="仿宋_GB2312" w:hint="eastAsia"/>
          <w:sz w:val="32"/>
          <w:szCs w:val="32"/>
        </w:rPr>
        <w:t>推荐报送</w:t>
      </w:r>
      <w:r>
        <w:rPr>
          <w:rFonts w:ascii="仿宋_GB2312" w:eastAsia="仿宋_GB2312" w:hAnsi="仿宋_GB2312" w:cs="仿宋_GB2312" w:hint="eastAsia"/>
          <w:sz w:val="32"/>
          <w:szCs w:val="32"/>
        </w:rPr>
        <w:t>。</w:t>
      </w:r>
    </w:p>
    <w:p w:rsidR="00300A97">
      <w:pPr>
        <w:snapToGrid w:val="0"/>
        <w:spacing w:line="540" w:lineRule="exact"/>
        <w:ind w:firstLine="640" w:firstLineChars="200"/>
        <w:rPr>
          <w:rFonts w:ascii="仿宋_GB2312" w:eastAsia="仿宋_GB2312" w:hAnsi="仿宋_GB2312" w:cs="仿宋_GB2312"/>
          <w:sz w:val="32"/>
          <w:szCs w:val="32"/>
        </w:rPr>
      </w:pP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第十四届中国青年志愿者优秀个人奖、组织奖、</w:t>
      </w:r>
    </w:p>
    <w:p w:rsidR="00300A97">
      <w:pPr>
        <w:snapToGrid w:val="0"/>
        <w:spacing w:line="540" w:lineRule="exact"/>
        <w:ind w:firstLine="1600" w:firstLineChars="500"/>
        <w:rPr>
          <w:rFonts w:ascii="仿宋_GB2312" w:eastAsia="仿宋_GB2312" w:hAnsi="仿宋_GB2312" w:cs="仿宋_GB2312"/>
          <w:sz w:val="32"/>
          <w:szCs w:val="32"/>
        </w:rPr>
      </w:pPr>
      <w:r>
        <w:rPr>
          <w:rFonts w:ascii="仿宋_GB2312" w:eastAsia="仿宋_GB2312" w:hAnsi="仿宋_GB2312" w:cs="仿宋_GB2312" w:hint="eastAsia"/>
          <w:sz w:val="32"/>
          <w:szCs w:val="32"/>
        </w:rPr>
        <w:t>项目奖评选表彰活动来啦！</w:t>
      </w:r>
    </w:p>
    <w:p w:rsidR="00300A97">
      <w:pPr>
        <w:snapToGrid w:val="0"/>
        <w:spacing w:line="540" w:lineRule="exact"/>
        <w:ind w:firstLine="1600" w:firstLineChars="5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优秀个人奖推荐</w:t>
      </w:r>
      <w:r>
        <w:rPr>
          <w:rFonts w:ascii="仿宋_GB2312" w:eastAsia="仿宋_GB2312" w:hAnsi="仿宋_GB2312" w:cs="仿宋_GB2312" w:hint="eastAsia"/>
          <w:sz w:val="32"/>
          <w:szCs w:val="32"/>
        </w:rPr>
        <w:t>登记表</w:t>
      </w:r>
    </w:p>
    <w:p w:rsidR="00300A97">
      <w:pPr>
        <w:snapToGrid w:val="0"/>
        <w:spacing w:line="540" w:lineRule="exact"/>
        <w:ind w:firstLine="1600" w:firstLineChars="5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优秀组织奖推荐登记表</w:t>
      </w:r>
    </w:p>
    <w:p w:rsidR="00300A97">
      <w:pPr>
        <w:snapToGrid w:val="0"/>
        <w:spacing w:line="540" w:lineRule="exact"/>
        <w:ind w:firstLine="1600" w:firstLineChars="5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优秀个人奖汇总表</w:t>
      </w:r>
    </w:p>
    <w:p w:rsidR="00300A97">
      <w:pPr>
        <w:snapToGrid w:val="0"/>
        <w:spacing w:line="540" w:lineRule="exact"/>
        <w:ind w:firstLine="1600" w:firstLineChars="5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优秀组织奖汇总表</w:t>
      </w:r>
    </w:p>
    <w:p w:rsidR="00300A97">
      <w:pPr>
        <w:snapToGrid w:val="0"/>
        <w:spacing w:line="540" w:lineRule="exact"/>
        <w:ind w:firstLine="640" w:firstLineChars="200"/>
        <w:rPr>
          <w:rFonts w:ascii="仿宋_GB2312" w:eastAsia="仿宋_GB2312" w:hAnsi="仿宋_GB2312" w:cs="仿宋_GB2312"/>
          <w:sz w:val="32"/>
          <w:szCs w:val="32"/>
        </w:rPr>
      </w:pPr>
    </w:p>
    <w:p w:rsidR="00300A97">
      <w:pPr>
        <w:snapToGrid w:val="0"/>
        <w:spacing w:line="540" w:lineRule="exact"/>
        <w:ind w:firstLine="640" w:firstLineChars="200"/>
        <w:rPr>
          <w:rFonts w:ascii="仿宋_GB2312" w:eastAsia="仿宋_GB2312" w:hAnsi="仿宋_GB2312" w:cs="仿宋_GB2312"/>
          <w:sz w:val="32"/>
          <w:szCs w:val="32"/>
        </w:rPr>
      </w:pPr>
    </w:p>
    <w:p w:rsidR="00300A97">
      <w:pPr>
        <w:snapToGrid w:val="0"/>
        <w:spacing w:line="540" w:lineRule="exact"/>
        <w:ind w:firstLine="640" w:firstLineChars="20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共青团中山大学委员会</w:t>
      </w:r>
    </w:p>
    <w:p w:rsidR="00300A97">
      <w:pPr>
        <w:snapToGrid w:val="0"/>
        <w:spacing w:line="540" w:lineRule="exact"/>
        <w:ind w:firstLine="640" w:firstLineChars="20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日</w:t>
      </w:r>
    </w:p>
    <w:p w:rsidR="00300A97">
      <w:pPr>
        <w:snapToGrid w:val="0"/>
        <w:spacing w:line="54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联系人：吴文蔚，</w:t>
      </w:r>
      <w:r>
        <w:rPr>
          <w:rFonts w:ascii="仿宋_GB2312" w:eastAsia="仿宋_GB2312" w:hAnsi="仿宋_GB2312" w:cs="仿宋_GB2312" w:hint="eastAsia"/>
          <w:sz w:val="32"/>
          <w:szCs w:val="32"/>
        </w:rPr>
        <w:t>020-84112987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13802993249</w:t>
      </w:r>
      <w:r>
        <w:rPr>
          <w:rFonts w:ascii="仿宋_GB2312" w:eastAsia="仿宋_GB2312" w:hAnsi="仿宋_GB2312" w:cs="仿宋_GB2312" w:hint="eastAsia"/>
          <w:sz w:val="32"/>
          <w:szCs w:val="32"/>
        </w:rPr>
        <w:t>）</w:t>
      </w:r>
    </w:p>
    <w:p w:rsidR="00300A97">
      <w:pPr>
        <w:snapToGrid w:val="0"/>
        <w:spacing w:line="20" w:lineRule="exact"/>
        <w:jc w:val="left"/>
        <w:rPr>
          <w:rFonts w:ascii="Times New Roman" w:eastAsia="方正仿宋_GBK" w:hAnsi="Times New Roman"/>
          <w:szCs w:val="21"/>
        </w:rPr>
      </w:pPr>
    </w:p>
    <w:sectPr>
      <w:footerReference w:type="even" r:id="rId6"/>
      <w:footerReference w:type="default" r:id="rId7"/>
      <w:pgSz w:w="11906" w:h="16838"/>
      <w:pgMar w:top="1440" w:right="1800" w:bottom="1440" w:left="1800"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00A97">
    <w:pPr>
      <w:pStyle w:val="Footer"/>
      <w:ind w:right="360" w:firstLine="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ffectLst/>
                    </wps:spPr>
                    <wps:txbx>
                      <w:txbxContent>
                        <w:p w:rsidR="00300A97">
                          <w:pPr>
                            <w:pStyle w:val="Footer"/>
                            <w:rPr>
                              <w:rStyle w:val="PageNumber"/>
                            </w:rPr>
                          </w:pPr>
                          <w:r>
                            <w:fldChar w:fldCharType="begin"/>
                          </w:r>
                          <w:r>
                            <w:rPr>
                              <w:rStyle w:val="PageNumber"/>
                            </w:rPr>
                            <w:instrText xml:space="preserve">PAGE  </w:instrText>
                          </w:r>
                          <w:r>
                            <w:fldChar w:fldCharType="separate"/>
                          </w:r>
                          <w:r>
                            <w:rPr>
                              <w:rStyle w:val="PageNumber"/>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2049"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300A97">
                    <w:pPr>
                      <w:pStyle w:val="Footer"/>
                      <w:rPr>
                        <w:rStyle w:val="PageNumber"/>
                      </w:rPr>
                    </w:pPr>
                    <w:r>
                      <w:fldChar w:fldCharType="begin"/>
                    </w:r>
                    <w:r>
                      <w:rPr>
                        <w:rStyle w:val="PageNumber"/>
                      </w:rPr>
                      <w:instrText xml:space="preserve">PAGE  </w:instrText>
                    </w:r>
                    <w:r>
                      <w:fldChar w:fldCharType="separate"/>
                    </w:r>
                    <w:r>
                      <w:rPr>
                        <w:rStyle w:val="PageNumber"/>
                      </w:rPr>
                      <w:t>- 1 -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00A97">
    <w:pPr>
      <w:pStyle w:val="Footer"/>
      <w:tabs>
        <w:tab w:val="left" w:pos="676"/>
        <w:tab w:val="clear" w:pos="4153"/>
      </w:tabs>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00A97">
                          <w:pPr>
                            <w:pStyle w:val="Foo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sz w:val="28"/>
                              <w:szCs w:val="28"/>
                            </w:rPr>
                            <w:t>- 2 -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50"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61312" filled="f" stroked="f" strokeweight="0.5pt">
              <v:textbox style="mso-fit-shape-to-text:t" inset="0,0,0,0">
                <w:txbxContent>
                  <w:p w:rsidR="00300A97">
                    <w:pPr>
                      <w:pStyle w:val="Foote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sz w:val="28"/>
                        <w:szCs w:val="28"/>
                      </w:rPr>
                      <w:t>- 2 -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proofState w:spelling="clean" w:grammar="clean"/>
  <w:attachedTemplate r:id="rId1"/>
  <w:trackRevision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1C690C2B"/>
    <w:rsid w:val="DDFBDC6E"/>
    <w:rsid w:val="00002FCB"/>
    <w:rsid w:val="00004B64"/>
    <w:rsid w:val="000105FC"/>
    <w:rsid w:val="00017435"/>
    <w:rsid w:val="00036566"/>
    <w:rsid w:val="00150ED0"/>
    <w:rsid w:val="001A0D79"/>
    <w:rsid w:val="001A1F17"/>
    <w:rsid w:val="001E4EDB"/>
    <w:rsid w:val="00225066"/>
    <w:rsid w:val="0022771B"/>
    <w:rsid w:val="00227E6C"/>
    <w:rsid w:val="0023541F"/>
    <w:rsid w:val="00241ADB"/>
    <w:rsid w:val="00261CB9"/>
    <w:rsid w:val="002842A5"/>
    <w:rsid w:val="00296FCC"/>
    <w:rsid w:val="002F4C37"/>
    <w:rsid w:val="00300A97"/>
    <w:rsid w:val="0034137B"/>
    <w:rsid w:val="00370BAC"/>
    <w:rsid w:val="003C436F"/>
    <w:rsid w:val="00412050"/>
    <w:rsid w:val="004130D3"/>
    <w:rsid w:val="00491B23"/>
    <w:rsid w:val="004C0CD1"/>
    <w:rsid w:val="004C3C35"/>
    <w:rsid w:val="004C6681"/>
    <w:rsid w:val="004C6D91"/>
    <w:rsid w:val="005366DF"/>
    <w:rsid w:val="00574196"/>
    <w:rsid w:val="00582EBD"/>
    <w:rsid w:val="005920BF"/>
    <w:rsid w:val="005B300E"/>
    <w:rsid w:val="005D1C10"/>
    <w:rsid w:val="005D7DC2"/>
    <w:rsid w:val="006207AD"/>
    <w:rsid w:val="00634479"/>
    <w:rsid w:val="0069227D"/>
    <w:rsid w:val="007206C6"/>
    <w:rsid w:val="00760A79"/>
    <w:rsid w:val="00775258"/>
    <w:rsid w:val="00780607"/>
    <w:rsid w:val="00927A5A"/>
    <w:rsid w:val="0094041F"/>
    <w:rsid w:val="00942BA8"/>
    <w:rsid w:val="00943CE5"/>
    <w:rsid w:val="00980F83"/>
    <w:rsid w:val="009C7F88"/>
    <w:rsid w:val="009F65FB"/>
    <w:rsid w:val="00A12AE7"/>
    <w:rsid w:val="00A94798"/>
    <w:rsid w:val="00AE52CB"/>
    <w:rsid w:val="00B10EED"/>
    <w:rsid w:val="00B83E2B"/>
    <w:rsid w:val="00BE37DD"/>
    <w:rsid w:val="00C13813"/>
    <w:rsid w:val="00C24FE8"/>
    <w:rsid w:val="00C67864"/>
    <w:rsid w:val="00CA4002"/>
    <w:rsid w:val="00CC5CD5"/>
    <w:rsid w:val="00CE4662"/>
    <w:rsid w:val="00D439F8"/>
    <w:rsid w:val="00D54884"/>
    <w:rsid w:val="00D61982"/>
    <w:rsid w:val="00EB0C91"/>
    <w:rsid w:val="00F03649"/>
    <w:rsid w:val="00F138B3"/>
    <w:rsid w:val="00F417D9"/>
    <w:rsid w:val="00FB7A72"/>
    <w:rsid w:val="00FE38F7"/>
    <w:rsid w:val="014E154A"/>
    <w:rsid w:val="015909C1"/>
    <w:rsid w:val="016934D2"/>
    <w:rsid w:val="01730AEF"/>
    <w:rsid w:val="01CC0D71"/>
    <w:rsid w:val="01D446FA"/>
    <w:rsid w:val="020438F5"/>
    <w:rsid w:val="020C0DDB"/>
    <w:rsid w:val="020D1F18"/>
    <w:rsid w:val="021F44D9"/>
    <w:rsid w:val="027123FD"/>
    <w:rsid w:val="02834FDB"/>
    <w:rsid w:val="02A01657"/>
    <w:rsid w:val="02B16221"/>
    <w:rsid w:val="02C207D6"/>
    <w:rsid w:val="02C75046"/>
    <w:rsid w:val="030621B8"/>
    <w:rsid w:val="030A4188"/>
    <w:rsid w:val="033D21B7"/>
    <w:rsid w:val="03992244"/>
    <w:rsid w:val="039D1225"/>
    <w:rsid w:val="03AF69FB"/>
    <w:rsid w:val="03CE1762"/>
    <w:rsid w:val="03E2414F"/>
    <w:rsid w:val="03FF7945"/>
    <w:rsid w:val="040F381D"/>
    <w:rsid w:val="04477C7A"/>
    <w:rsid w:val="0495744F"/>
    <w:rsid w:val="049C1DBD"/>
    <w:rsid w:val="04A31AB8"/>
    <w:rsid w:val="04B622CE"/>
    <w:rsid w:val="04C15BEE"/>
    <w:rsid w:val="04E76334"/>
    <w:rsid w:val="0501368A"/>
    <w:rsid w:val="050E43A0"/>
    <w:rsid w:val="05576359"/>
    <w:rsid w:val="059D172C"/>
    <w:rsid w:val="05AE5581"/>
    <w:rsid w:val="05E90268"/>
    <w:rsid w:val="05EA2F74"/>
    <w:rsid w:val="05F337F3"/>
    <w:rsid w:val="06526916"/>
    <w:rsid w:val="0657112E"/>
    <w:rsid w:val="068378BA"/>
    <w:rsid w:val="071A3CD6"/>
    <w:rsid w:val="07356334"/>
    <w:rsid w:val="079D43B7"/>
    <w:rsid w:val="07BD25F0"/>
    <w:rsid w:val="07E10474"/>
    <w:rsid w:val="07F92D73"/>
    <w:rsid w:val="08017A11"/>
    <w:rsid w:val="084375C0"/>
    <w:rsid w:val="085B51B2"/>
    <w:rsid w:val="08861B2C"/>
    <w:rsid w:val="08895EE8"/>
    <w:rsid w:val="089473F3"/>
    <w:rsid w:val="08BD22EF"/>
    <w:rsid w:val="08D548B6"/>
    <w:rsid w:val="08E5564A"/>
    <w:rsid w:val="08F75381"/>
    <w:rsid w:val="090B3491"/>
    <w:rsid w:val="092F7F1F"/>
    <w:rsid w:val="09390C01"/>
    <w:rsid w:val="09446FB1"/>
    <w:rsid w:val="0946366A"/>
    <w:rsid w:val="09474876"/>
    <w:rsid w:val="094D4027"/>
    <w:rsid w:val="09925F0A"/>
    <w:rsid w:val="09B4195B"/>
    <w:rsid w:val="09CF1D3C"/>
    <w:rsid w:val="09D103B9"/>
    <w:rsid w:val="0A0B5831"/>
    <w:rsid w:val="0A63470E"/>
    <w:rsid w:val="0A7B62F7"/>
    <w:rsid w:val="0A7F01EC"/>
    <w:rsid w:val="0ABD7E63"/>
    <w:rsid w:val="0AC67FDA"/>
    <w:rsid w:val="0AF152FC"/>
    <w:rsid w:val="0AF40A82"/>
    <w:rsid w:val="0B121D4D"/>
    <w:rsid w:val="0B1D0267"/>
    <w:rsid w:val="0B2B362A"/>
    <w:rsid w:val="0BC435EB"/>
    <w:rsid w:val="0BE17B15"/>
    <w:rsid w:val="0BFF5CD4"/>
    <w:rsid w:val="0C0D1945"/>
    <w:rsid w:val="0C2A2601"/>
    <w:rsid w:val="0C38460A"/>
    <w:rsid w:val="0C6B1354"/>
    <w:rsid w:val="0C6F55E6"/>
    <w:rsid w:val="0C7A0B33"/>
    <w:rsid w:val="0CC47179"/>
    <w:rsid w:val="0CCA5416"/>
    <w:rsid w:val="0CD075B0"/>
    <w:rsid w:val="0CE43D23"/>
    <w:rsid w:val="0CE8069E"/>
    <w:rsid w:val="0D4D400F"/>
    <w:rsid w:val="0D5C6DA7"/>
    <w:rsid w:val="0D6C1C66"/>
    <w:rsid w:val="0D7030D2"/>
    <w:rsid w:val="0D7A3392"/>
    <w:rsid w:val="0D9031EA"/>
    <w:rsid w:val="0DC63C11"/>
    <w:rsid w:val="0DCA1FCC"/>
    <w:rsid w:val="0DD14B19"/>
    <w:rsid w:val="0E356BE8"/>
    <w:rsid w:val="0E7B54FF"/>
    <w:rsid w:val="0F100070"/>
    <w:rsid w:val="0F1E28F7"/>
    <w:rsid w:val="0F3A5BCC"/>
    <w:rsid w:val="0F622F0A"/>
    <w:rsid w:val="0F8379C4"/>
    <w:rsid w:val="0FB7683A"/>
    <w:rsid w:val="0FB944B7"/>
    <w:rsid w:val="0FE814A8"/>
    <w:rsid w:val="102C79BA"/>
    <w:rsid w:val="103321DF"/>
    <w:rsid w:val="10375CEE"/>
    <w:rsid w:val="10687DED"/>
    <w:rsid w:val="107E3EFB"/>
    <w:rsid w:val="10B91EF8"/>
    <w:rsid w:val="10BB4AA0"/>
    <w:rsid w:val="10F140E0"/>
    <w:rsid w:val="110E0D83"/>
    <w:rsid w:val="111D6093"/>
    <w:rsid w:val="11292F7F"/>
    <w:rsid w:val="11441604"/>
    <w:rsid w:val="11B23D4E"/>
    <w:rsid w:val="11E3596D"/>
    <w:rsid w:val="11F760E8"/>
    <w:rsid w:val="11F841FF"/>
    <w:rsid w:val="1241112F"/>
    <w:rsid w:val="124D281C"/>
    <w:rsid w:val="12AF6781"/>
    <w:rsid w:val="12CE7B33"/>
    <w:rsid w:val="12DC1744"/>
    <w:rsid w:val="133A1B27"/>
    <w:rsid w:val="134C1A15"/>
    <w:rsid w:val="13593BFE"/>
    <w:rsid w:val="1389181C"/>
    <w:rsid w:val="13A10FEF"/>
    <w:rsid w:val="13B91856"/>
    <w:rsid w:val="14011874"/>
    <w:rsid w:val="143B2637"/>
    <w:rsid w:val="14455F17"/>
    <w:rsid w:val="1454280E"/>
    <w:rsid w:val="14745D99"/>
    <w:rsid w:val="147A40FA"/>
    <w:rsid w:val="14BA2B3A"/>
    <w:rsid w:val="15303626"/>
    <w:rsid w:val="155C28D7"/>
    <w:rsid w:val="156A711B"/>
    <w:rsid w:val="159B5831"/>
    <w:rsid w:val="15B16CE1"/>
    <w:rsid w:val="15C10295"/>
    <w:rsid w:val="15CE1267"/>
    <w:rsid w:val="160D5269"/>
    <w:rsid w:val="161D7223"/>
    <w:rsid w:val="16352FEE"/>
    <w:rsid w:val="16613EEA"/>
    <w:rsid w:val="166D026D"/>
    <w:rsid w:val="167915C9"/>
    <w:rsid w:val="169C3378"/>
    <w:rsid w:val="16DC723B"/>
    <w:rsid w:val="16DE3F18"/>
    <w:rsid w:val="16E43293"/>
    <w:rsid w:val="16EE3A81"/>
    <w:rsid w:val="16F81CDB"/>
    <w:rsid w:val="17234C36"/>
    <w:rsid w:val="172B2BCD"/>
    <w:rsid w:val="17635E95"/>
    <w:rsid w:val="178C3CAE"/>
    <w:rsid w:val="17B0699A"/>
    <w:rsid w:val="17BD5BEA"/>
    <w:rsid w:val="17DD1E80"/>
    <w:rsid w:val="17EE4167"/>
    <w:rsid w:val="18341B27"/>
    <w:rsid w:val="18474A38"/>
    <w:rsid w:val="18760E69"/>
    <w:rsid w:val="188701A1"/>
    <w:rsid w:val="19687BD7"/>
    <w:rsid w:val="199A3A09"/>
    <w:rsid w:val="19B23C8E"/>
    <w:rsid w:val="19D2588D"/>
    <w:rsid w:val="19FC0E35"/>
    <w:rsid w:val="19FF35B9"/>
    <w:rsid w:val="1A11522E"/>
    <w:rsid w:val="1A342EC7"/>
    <w:rsid w:val="1A573358"/>
    <w:rsid w:val="1A78338C"/>
    <w:rsid w:val="1A976586"/>
    <w:rsid w:val="1A9A67FA"/>
    <w:rsid w:val="1A9D5B6E"/>
    <w:rsid w:val="1AF007AA"/>
    <w:rsid w:val="1B1E5B59"/>
    <w:rsid w:val="1B22473A"/>
    <w:rsid w:val="1B235E32"/>
    <w:rsid w:val="1B6C093D"/>
    <w:rsid w:val="1B8E4DDE"/>
    <w:rsid w:val="1B9B5622"/>
    <w:rsid w:val="1C09649F"/>
    <w:rsid w:val="1C296F59"/>
    <w:rsid w:val="1C47114D"/>
    <w:rsid w:val="1C690C2B"/>
    <w:rsid w:val="1C8F7135"/>
    <w:rsid w:val="1C9B7AAA"/>
    <w:rsid w:val="1C9E506D"/>
    <w:rsid w:val="1CDD5BB6"/>
    <w:rsid w:val="1CF11CC9"/>
    <w:rsid w:val="1D052C28"/>
    <w:rsid w:val="1D275972"/>
    <w:rsid w:val="1D3719C3"/>
    <w:rsid w:val="1DD324D8"/>
    <w:rsid w:val="1DF07F02"/>
    <w:rsid w:val="1E375642"/>
    <w:rsid w:val="1E5E1D88"/>
    <w:rsid w:val="1E67617A"/>
    <w:rsid w:val="1E7A6377"/>
    <w:rsid w:val="1EC35431"/>
    <w:rsid w:val="1EDF50E0"/>
    <w:rsid w:val="1F34466F"/>
    <w:rsid w:val="1F7B4820"/>
    <w:rsid w:val="1F8B6594"/>
    <w:rsid w:val="1FA93731"/>
    <w:rsid w:val="1FAE555E"/>
    <w:rsid w:val="1FDD4F75"/>
    <w:rsid w:val="1FDE3838"/>
    <w:rsid w:val="1FE438B6"/>
    <w:rsid w:val="1FF21354"/>
    <w:rsid w:val="2048314A"/>
    <w:rsid w:val="207F58F9"/>
    <w:rsid w:val="20862183"/>
    <w:rsid w:val="20CD6EE6"/>
    <w:rsid w:val="2110726B"/>
    <w:rsid w:val="211E3AA5"/>
    <w:rsid w:val="214725E4"/>
    <w:rsid w:val="2181717C"/>
    <w:rsid w:val="218D60D0"/>
    <w:rsid w:val="218E3128"/>
    <w:rsid w:val="21A013A7"/>
    <w:rsid w:val="21A74B0D"/>
    <w:rsid w:val="21AF7CEF"/>
    <w:rsid w:val="21D430C4"/>
    <w:rsid w:val="21DC1535"/>
    <w:rsid w:val="22174741"/>
    <w:rsid w:val="221C7604"/>
    <w:rsid w:val="22701AD8"/>
    <w:rsid w:val="227176A4"/>
    <w:rsid w:val="22923F6C"/>
    <w:rsid w:val="22A26F80"/>
    <w:rsid w:val="22BC3701"/>
    <w:rsid w:val="22C74C12"/>
    <w:rsid w:val="22E71279"/>
    <w:rsid w:val="23186877"/>
    <w:rsid w:val="231E086C"/>
    <w:rsid w:val="23381FAE"/>
    <w:rsid w:val="233E5058"/>
    <w:rsid w:val="238230C1"/>
    <w:rsid w:val="239B35E9"/>
    <w:rsid w:val="23AE058E"/>
    <w:rsid w:val="23C041FA"/>
    <w:rsid w:val="23F641BD"/>
    <w:rsid w:val="23F83BBE"/>
    <w:rsid w:val="23FA5CF5"/>
    <w:rsid w:val="24342F80"/>
    <w:rsid w:val="243F062F"/>
    <w:rsid w:val="24866A4E"/>
    <w:rsid w:val="248F7C22"/>
    <w:rsid w:val="24B57967"/>
    <w:rsid w:val="24B77F42"/>
    <w:rsid w:val="24F34D23"/>
    <w:rsid w:val="24FA4928"/>
    <w:rsid w:val="250514F0"/>
    <w:rsid w:val="254B03C4"/>
    <w:rsid w:val="2561371D"/>
    <w:rsid w:val="25623E68"/>
    <w:rsid w:val="258E5EA1"/>
    <w:rsid w:val="259E44C6"/>
    <w:rsid w:val="25B22FBB"/>
    <w:rsid w:val="25BC1D23"/>
    <w:rsid w:val="25D675E3"/>
    <w:rsid w:val="25E75BE4"/>
    <w:rsid w:val="2611414B"/>
    <w:rsid w:val="26330116"/>
    <w:rsid w:val="265C1DD7"/>
    <w:rsid w:val="2683258D"/>
    <w:rsid w:val="269504B5"/>
    <w:rsid w:val="26A06AD6"/>
    <w:rsid w:val="26A850BA"/>
    <w:rsid w:val="26CF67E4"/>
    <w:rsid w:val="270B069F"/>
    <w:rsid w:val="2756019F"/>
    <w:rsid w:val="276832FE"/>
    <w:rsid w:val="276D7579"/>
    <w:rsid w:val="277F066F"/>
    <w:rsid w:val="278C5E4A"/>
    <w:rsid w:val="27B73639"/>
    <w:rsid w:val="27D952A0"/>
    <w:rsid w:val="27DC6658"/>
    <w:rsid w:val="283A2A3B"/>
    <w:rsid w:val="284723DE"/>
    <w:rsid w:val="28804B82"/>
    <w:rsid w:val="2884103A"/>
    <w:rsid w:val="288C1CC1"/>
    <w:rsid w:val="288E7F37"/>
    <w:rsid w:val="289A0A3F"/>
    <w:rsid w:val="28B15138"/>
    <w:rsid w:val="28E07CEB"/>
    <w:rsid w:val="28EE0797"/>
    <w:rsid w:val="295D7256"/>
    <w:rsid w:val="29836DA2"/>
    <w:rsid w:val="2990152A"/>
    <w:rsid w:val="2992728B"/>
    <w:rsid w:val="299C641C"/>
    <w:rsid w:val="29C64600"/>
    <w:rsid w:val="29E102A7"/>
    <w:rsid w:val="29E56F9D"/>
    <w:rsid w:val="2A345DBC"/>
    <w:rsid w:val="2A541260"/>
    <w:rsid w:val="2A9A58B5"/>
    <w:rsid w:val="2AB345F7"/>
    <w:rsid w:val="2AC24C71"/>
    <w:rsid w:val="2AFD0766"/>
    <w:rsid w:val="2AFD7C4F"/>
    <w:rsid w:val="2B366D06"/>
    <w:rsid w:val="2B901BB2"/>
    <w:rsid w:val="2BBA0F9C"/>
    <w:rsid w:val="2BE573FF"/>
    <w:rsid w:val="2C4837F9"/>
    <w:rsid w:val="2C5476D3"/>
    <w:rsid w:val="2CA67AE9"/>
    <w:rsid w:val="2CB0546F"/>
    <w:rsid w:val="2CB67053"/>
    <w:rsid w:val="2CDE3C47"/>
    <w:rsid w:val="2CE84A9A"/>
    <w:rsid w:val="2CF37B2B"/>
    <w:rsid w:val="2D166426"/>
    <w:rsid w:val="2D1A61D6"/>
    <w:rsid w:val="2D26317B"/>
    <w:rsid w:val="2D5A0C05"/>
    <w:rsid w:val="2D6F6E62"/>
    <w:rsid w:val="2D9336E6"/>
    <w:rsid w:val="2D9859C0"/>
    <w:rsid w:val="2DA21793"/>
    <w:rsid w:val="2DB327E7"/>
    <w:rsid w:val="2E69232F"/>
    <w:rsid w:val="2E7B065E"/>
    <w:rsid w:val="2EA26A79"/>
    <w:rsid w:val="2EB31653"/>
    <w:rsid w:val="2EEB7C36"/>
    <w:rsid w:val="2F1376DA"/>
    <w:rsid w:val="2F1C5275"/>
    <w:rsid w:val="2F453062"/>
    <w:rsid w:val="2F651DEC"/>
    <w:rsid w:val="2F653A2D"/>
    <w:rsid w:val="2F671DDA"/>
    <w:rsid w:val="2F762389"/>
    <w:rsid w:val="2F8A4D99"/>
    <w:rsid w:val="2FA331C0"/>
    <w:rsid w:val="2FB00FE5"/>
    <w:rsid w:val="3026343E"/>
    <w:rsid w:val="306046A0"/>
    <w:rsid w:val="306E5880"/>
    <w:rsid w:val="308505E7"/>
    <w:rsid w:val="30851E75"/>
    <w:rsid w:val="309E21D6"/>
    <w:rsid w:val="30C97336"/>
    <w:rsid w:val="30D011CD"/>
    <w:rsid w:val="31B76291"/>
    <w:rsid w:val="31CD2058"/>
    <w:rsid w:val="31CE095C"/>
    <w:rsid w:val="31DD6AF8"/>
    <w:rsid w:val="31E61208"/>
    <w:rsid w:val="327634B4"/>
    <w:rsid w:val="328E09F5"/>
    <w:rsid w:val="32C01DFE"/>
    <w:rsid w:val="331A311B"/>
    <w:rsid w:val="33722AC0"/>
    <w:rsid w:val="33AB75B8"/>
    <w:rsid w:val="33B317A3"/>
    <w:rsid w:val="33E105E0"/>
    <w:rsid w:val="33FD7A12"/>
    <w:rsid w:val="340C5FF4"/>
    <w:rsid w:val="34241809"/>
    <w:rsid w:val="34A705F3"/>
    <w:rsid w:val="34D20282"/>
    <w:rsid w:val="34E2187B"/>
    <w:rsid w:val="34F14F2E"/>
    <w:rsid w:val="351A4029"/>
    <w:rsid w:val="356A410E"/>
    <w:rsid w:val="35755B95"/>
    <w:rsid w:val="3596462D"/>
    <w:rsid w:val="35A2047A"/>
    <w:rsid w:val="35B5635E"/>
    <w:rsid w:val="35F15D6C"/>
    <w:rsid w:val="361A3D76"/>
    <w:rsid w:val="36525381"/>
    <w:rsid w:val="366170BF"/>
    <w:rsid w:val="367D19D4"/>
    <w:rsid w:val="369951EB"/>
    <w:rsid w:val="36F16E51"/>
    <w:rsid w:val="377C3D28"/>
    <w:rsid w:val="377D34D8"/>
    <w:rsid w:val="379E2026"/>
    <w:rsid w:val="37A0516E"/>
    <w:rsid w:val="37B551FC"/>
    <w:rsid w:val="37D54500"/>
    <w:rsid w:val="37D65CA6"/>
    <w:rsid w:val="37FB08F2"/>
    <w:rsid w:val="381D3C37"/>
    <w:rsid w:val="381D4339"/>
    <w:rsid w:val="38596B36"/>
    <w:rsid w:val="38661624"/>
    <w:rsid w:val="387D6170"/>
    <w:rsid w:val="38B9078F"/>
    <w:rsid w:val="38D25F1B"/>
    <w:rsid w:val="38F42E83"/>
    <w:rsid w:val="38FA3115"/>
    <w:rsid w:val="394A7C94"/>
    <w:rsid w:val="396F59C1"/>
    <w:rsid w:val="39981209"/>
    <w:rsid w:val="39BC4974"/>
    <w:rsid w:val="39D40534"/>
    <w:rsid w:val="39ED58C1"/>
    <w:rsid w:val="3A0957F7"/>
    <w:rsid w:val="3A2D7F8A"/>
    <w:rsid w:val="3A4C56FD"/>
    <w:rsid w:val="3B055CB0"/>
    <w:rsid w:val="3B47505D"/>
    <w:rsid w:val="3B4B4987"/>
    <w:rsid w:val="3B5505AD"/>
    <w:rsid w:val="3B684E94"/>
    <w:rsid w:val="3B717B53"/>
    <w:rsid w:val="3B7F68AD"/>
    <w:rsid w:val="3B862ED5"/>
    <w:rsid w:val="3B8D23F6"/>
    <w:rsid w:val="3B993FBF"/>
    <w:rsid w:val="3BB2763E"/>
    <w:rsid w:val="3BDE0F73"/>
    <w:rsid w:val="3C425707"/>
    <w:rsid w:val="3C482529"/>
    <w:rsid w:val="3C607530"/>
    <w:rsid w:val="3C750DFB"/>
    <w:rsid w:val="3CAE1613"/>
    <w:rsid w:val="3CB20FA9"/>
    <w:rsid w:val="3D0E7635"/>
    <w:rsid w:val="3D776C35"/>
    <w:rsid w:val="3D8B34F4"/>
    <w:rsid w:val="3D9A2C67"/>
    <w:rsid w:val="3DA103AA"/>
    <w:rsid w:val="3DB362AE"/>
    <w:rsid w:val="3DCD15CF"/>
    <w:rsid w:val="3DD20523"/>
    <w:rsid w:val="3E0374E6"/>
    <w:rsid w:val="3E2F3E6C"/>
    <w:rsid w:val="3E4E00C2"/>
    <w:rsid w:val="3E4F6FB1"/>
    <w:rsid w:val="3E656A0B"/>
    <w:rsid w:val="3E7F3154"/>
    <w:rsid w:val="3E8419D4"/>
    <w:rsid w:val="3E844EF9"/>
    <w:rsid w:val="3E926F23"/>
    <w:rsid w:val="3EA07BEF"/>
    <w:rsid w:val="3EAB6CDD"/>
    <w:rsid w:val="3EAC1B0A"/>
    <w:rsid w:val="3EBE59A9"/>
    <w:rsid w:val="3EE87C1F"/>
    <w:rsid w:val="3EE947A0"/>
    <w:rsid w:val="3F130A45"/>
    <w:rsid w:val="3F220853"/>
    <w:rsid w:val="3F482A2E"/>
    <w:rsid w:val="3F737678"/>
    <w:rsid w:val="3FA702D2"/>
    <w:rsid w:val="402C14D4"/>
    <w:rsid w:val="402D1FAD"/>
    <w:rsid w:val="40D71619"/>
    <w:rsid w:val="41316D6B"/>
    <w:rsid w:val="41516D87"/>
    <w:rsid w:val="415365CD"/>
    <w:rsid w:val="416A6D6C"/>
    <w:rsid w:val="417E2167"/>
    <w:rsid w:val="41F03BAD"/>
    <w:rsid w:val="41F2248E"/>
    <w:rsid w:val="42410799"/>
    <w:rsid w:val="42622721"/>
    <w:rsid w:val="426436AE"/>
    <w:rsid w:val="42721BF8"/>
    <w:rsid w:val="42C01D0D"/>
    <w:rsid w:val="42CF6665"/>
    <w:rsid w:val="42E95A61"/>
    <w:rsid w:val="42FF23C2"/>
    <w:rsid w:val="4316488D"/>
    <w:rsid w:val="43175ED0"/>
    <w:rsid w:val="434865B0"/>
    <w:rsid w:val="435A32E1"/>
    <w:rsid w:val="436A284F"/>
    <w:rsid w:val="437A1204"/>
    <w:rsid w:val="43832FCD"/>
    <w:rsid w:val="43A165EF"/>
    <w:rsid w:val="43E00EBB"/>
    <w:rsid w:val="43ED16EC"/>
    <w:rsid w:val="43F33FDB"/>
    <w:rsid w:val="4420743C"/>
    <w:rsid w:val="445B3A2B"/>
    <w:rsid w:val="44D55906"/>
    <w:rsid w:val="44DC03DE"/>
    <w:rsid w:val="44DF71E2"/>
    <w:rsid w:val="451C2324"/>
    <w:rsid w:val="45400D1B"/>
    <w:rsid w:val="458506FE"/>
    <w:rsid w:val="45B218BA"/>
    <w:rsid w:val="45B51247"/>
    <w:rsid w:val="45D33698"/>
    <w:rsid w:val="45E25F65"/>
    <w:rsid w:val="45E3584C"/>
    <w:rsid w:val="46047D80"/>
    <w:rsid w:val="46285271"/>
    <w:rsid w:val="4638051F"/>
    <w:rsid w:val="46DC3FDC"/>
    <w:rsid w:val="473E7F10"/>
    <w:rsid w:val="47681D3D"/>
    <w:rsid w:val="47966521"/>
    <w:rsid w:val="47AA77E4"/>
    <w:rsid w:val="47E60EE3"/>
    <w:rsid w:val="47E653A5"/>
    <w:rsid w:val="47F96184"/>
    <w:rsid w:val="48263EF2"/>
    <w:rsid w:val="485C53A4"/>
    <w:rsid w:val="486C0FE8"/>
    <w:rsid w:val="48D53F58"/>
    <w:rsid w:val="4961337E"/>
    <w:rsid w:val="497E2C03"/>
    <w:rsid w:val="499536A1"/>
    <w:rsid w:val="49A51618"/>
    <w:rsid w:val="49E3223D"/>
    <w:rsid w:val="4A1731D4"/>
    <w:rsid w:val="4A2218B1"/>
    <w:rsid w:val="4A4F0A8C"/>
    <w:rsid w:val="4A5C048B"/>
    <w:rsid w:val="4A8E0F3F"/>
    <w:rsid w:val="4A9D54B0"/>
    <w:rsid w:val="4AE23CB6"/>
    <w:rsid w:val="4AF11FF0"/>
    <w:rsid w:val="4B4B17D7"/>
    <w:rsid w:val="4B6806D7"/>
    <w:rsid w:val="4B7F4276"/>
    <w:rsid w:val="4B8119DC"/>
    <w:rsid w:val="4B9F0053"/>
    <w:rsid w:val="4BAF314A"/>
    <w:rsid w:val="4BD52591"/>
    <w:rsid w:val="4BED168B"/>
    <w:rsid w:val="4BFA28F7"/>
    <w:rsid w:val="4C371B0A"/>
    <w:rsid w:val="4C4B01A3"/>
    <w:rsid w:val="4C543730"/>
    <w:rsid w:val="4C5D13E7"/>
    <w:rsid w:val="4CA76F0B"/>
    <w:rsid w:val="4D115264"/>
    <w:rsid w:val="4D335B67"/>
    <w:rsid w:val="4D56070E"/>
    <w:rsid w:val="4D60140A"/>
    <w:rsid w:val="4D895FB9"/>
    <w:rsid w:val="4DA82C19"/>
    <w:rsid w:val="4DB77D28"/>
    <w:rsid w:val="4DC82CC3"/>
    <w:rsid w:val="4DD30EF1"/>
    <w:rsid w:val="4DE62315"/>
    <w:rsid w:val="4DF20699"/>
    <w:rsid w:val="4E761806"/>
    <w:rsid w:val="4EE11687"/>
    <w:rsid w:val="4EE20428"/>
    <w:rsid w:val="4F014F2F"/>
    <w:rsid w:val="4F025F06"/>
    <w:rsid w:val="4F0A13AB"/>
    <w:rsid w:val="4F141C2F"/>
    <w:rsid w:val="4F38100C"/>
    <w:rsid w:val="4F421799"/>
    <w:rsid w:val="4F7576EB"/>
    <w:rsid w:val="4F7F704D"/>
    <w:rsid w:val="4F866144"/>
    <w:rsid w:val="4F911B8C"/>
    <w:rsid w:val="4FB85CB6"/>
    <w:rsid w:val="4FC3456A"/>
    <w:rsid w:val="4FF41555"/>
    <w:rsid w:val="50004D20"/>
    <w:rsid w:val="506069FD"/>
    <w:rsid w:val="509D7902"/>
    <w:rsid w:val="510141EA"/>
    <w:rsid w:val="5103766F"/>
    <w:rsid w:val="511F0DD9"/>
    <w:rsid w:val="51302500"/>
    <w:rsid w:val="51325A41"/>
    <w:rsid w:val="51344722"/>
    <w:rsid w:val="51532D80"/>
    <w:rsid w:val="51534EA4"/>
    <w:rsid w:val="515639C5"/>
    <w:rsid w:val="51611814"/>
    <w:rsid w:val="517A727D"/>
    <w:rsid w:val="517F28C3"/>
    <w:rsid w:val="519875F3"/>
    <w:rsid w:val="51B1204B"/>
    <w:rsid w:val="51B35135"/>
    <w:rsid w:val="51BB1E53"/>
    <w:rsid w:val="51D30E83"/>
    <w:rsid w:val="51EA34F2"/>
    <w:rsid w:val="520D1966"/>
    <w:rsid w:val="521F181B"/>
    <w:rsid w:val="522B1D71"/>
    <w:rsid w:val="525807CF"/>
    <w:rsid w:val="52FD4CB9"/>
    <w:rsid w:val="530A15F8"/>
    <w:rsid w:val="533619AE"/>
    <w:rsid w:val="533D3BDD"/>
    <w:rsid w:val="534F7F57"/>
    <w:rsid w:val="538A0DE4"/>
    <w:rsid w:val="53D81DA5"/>
    <w:rsid w:val="54050262"/>
    <w:rsid w:val="5408029D"/>
    <w:rsid w:val="54516D9B"/>
    <w:rsid w:val="545F124C"/>
    <w:rsid w:val="547425D0"/>
    <w:rsid w:val="549264FA"/>
    <w:rsid w:val="54AB113A"/>
    <w:rsid w:val="54B06E54"/>
    <w:rsid w:val="54B40731"/>
    <w:rsid w:val="54B86284"/>
    <w:rsid w:val="54C41210"/>
    <w:rsid w:val="550A2AF6"/>
    <w:rsid w:val="559E196A"/>
    <w:rsid w:val="55C913D7"/>
    <w:rsid w:val="55D103FA"/>
    <w:rsid w:val="55E9674A"/>
    <w:rsid w:val="565B7281"/>
    <w:rsid w:val="56A63E91"/>
    <w:rsid w:val="56DF1107"/>
    <w:rsid w:val="56E40E75"/>
    <w:rsid w:val="56FA69E5"/>
    <w:rsid w:val="574E6ED2"/>
    <w:rsid w:val="576F02B9"/>
    <w:rsid w:val="57AD699C"/>
    <w:rsid w:val="57B57B50"/>
    <w:rsid w:val="57D72162"/>
    <w:rsid w:val="57F1539C"/>
    <w:rsid w:val="58171E2B"/>
    <w:rsid w:val="582F7800"/>
    <w:rsid w:val="583057B9"/>
    <w:rsid w:val="584D67E6"/>
    <w:rsid w:val="585F3D43"/>
    <w:rsid w:val="58716CD7"/>
    <w:rsid w:val="5873680D"/>
    <w:rsid w:val="587C4801"/>
    <w:rsid w:val="58823152"/>
    <w:rsid w:val="588E154A"/>
    <w:rsid w:val="58952F46"/>
    <w:rsid w:val="589B2CDF"/>
    <w:rsid w:val="58E311A2"/>
    <w:rsid w:val="59341D46"/>
    <w:rsid w:val="595C3570"/>
    <w:rsid w:val="59AF6D75"/>
    <w:rsid w:val="5A2A33EB"/>
    <w:rsid w:val="5A4378B0"/>
    <w:rsid w:val="5A902799"/>
    <w:rsid w:val="5A94463C"/>
    <w:rsid w:val="5A9E5D74"/>
    <w:rsid w:val="5AC820B2"/>
    <w:rsid w:val="5AEF321D"/>
    <w:rsid w:val="5AFC73F5"/>
    <w:rsid w:val="5B2452FC"/>
    <w:rsid w:val="5B494253"/>
    <w:rsid w:val="5B7814F1"/>
    <w:rsid w:val="5BB2015D"/>
    <w:rsid w:val="5BD1456B"/>
    <w:rsid w:val="5C0A0344"/>
    <w:rsid w:val="5C39578A"/>
    <w:rsid w:val="5CB0129B"/>
    <w:rsid w:val="5CD64FFE"/>
    <w:rsid w:val="5CD94A66"/>
    <w:rsid w:val="5CFE0A4C"/>
    <w:rsid w:val="5D0359C0"/>
    <w:rsid w:val="5D0B6DD2"/>
    <w:rsid w:val="5D6D33BE"/>
    <w:rsid w:val="5D847E43"/>
    <w:rsid w:val="5DA1289B"/>
    <w:rsid w:val="5DAC5350"/>
    <w:rsid w:val="5DBE19E3"/>
    <w:rsid w:val="5DF64CB3"/>
    <w:rsid w:val="5E0B095C"/>
    <w:rsid w:val="5E1D7067"/>
    <w:rsid w:val="5E254DF6"/>
    <w:rsid w:val="5E6245A6"/>
    <w:rsid w:val="5E644506"/>
    <w:rsid w:val="5EAE3032"/>
    <w:rsid w:val="5EB70247"/>
    <w:rsid w:val="5ED44812"/>
    <w:rsid w:val="5ED8380E"/>
    <w:rsid w:val="5EE003C5"/>
    <w:rsid w:val="5F157440"/>
    <w:rsid w:val="5F35777D"/>
    <w:rsid w:val="5F3C0B9A"/>
    <w:rsid w:val="5F80785C"/>
    <w:rsid w:val="5FAF03CB"/>
    <w:rsid w:val="5FBD16E5"/>
    <w:rsid w:val="5FD0586C"/>
    <w:rsid w:val="5FE94244"/>
    <w:rsid w:val="604D3841"/>
    <w:rsid w:val="60593ECE"/>
    <w:rsid w:val="60962804"/>
    <w:rsid w:val="609A4599"/>
    <w:rsid w:val="609B1A50"/>
    <w:rsid w:val="609C1013"/>
    <w:rsid w:val="60A724C6"/>
    <w:rsid w:val="60B573D5"/>
    <w:rsid w:val="60DF74B2"/>
    <w:rsid w:val="60F0631A"/>
    <w:rsid w:val="60FC12F4"/>
    <w:rsid w:val="614D354C"/>
    <w:rsid w:val="616C73C0"/>
    <w:rsid w:val="616D3F70"/>
    <w:rsid w:val="61862EB8"/>
    <w:rsid w:val="619600E5"/>
    <w:rsid w:val="619A6965"/>
    <w:rsid w:val="61C53E8E"/>
    <w:rsid w:val="61C65876"/>
    <w:rsid w:val="61D25115"/>
    <w:rsid w:val="61D63A0F"/>
    <w:rsid w:val="61DD2C06"/>
    <w:rsid w:val="625F571D"/>
    <w:rsid w:val="6298741E"/>
    <w:rsid w:val="62B3545D"/>
    <w:rsid w:val="62CC2CBA"/>
    <w:rsid w:val="632E3746"/>
    <w:rsid w:val="63365065"/>
    <w:rsid w:val="6340631D"/>
    <w:rsid w:val="63A10E44"/>
    <w:rsid w:val="63D806FA"/>
    <w:rsid w:val="6467108E"/>
    <w:rsid w:val="64681E6D"/>
    <w:rsid w:val="646F79B7"/>
    <w:rsid w:val="64A20772"/>
    <w:rsid w:val="64AA6F9C"/>
    <w:rsid w:val="64DD2BBE"/>
    <w:rsid w:val="64E803A9"/>
    <w:rsid w:val="64FE2639"/>
    <w:rsid w:val="65122988"/>
    <w:rsid w:val="65147495"/>
    <w:rsid w:val="65370004"/>
    <w:rsid w:val="654F777B"/>
    <w:rsid w:val="658A38A3"/>
    <w:rsid w:val="65B81636"/>
    <w:rsid w:val="65CC3C87"/>
    <w:rsid w:val="661B2616"/>
    <w:rsid w:val="666A06D1"/>
    <w:rsid w:val="66917DD1"/>
    <w:rsid w:val="66921B4E"/>
    <w:rsid w:val="66A94A11"/>
    <w:rsid w:val="672544C8"/>
    <w:rsid w:val="672E3FEE"/>
    <w:rsid w:val="678B0BBC"/>
    <w:rsid w:val="67AF53B2"/>
    <w:rsid w:val="67B6605C"/>
    <w:rsid w:val="67C506ED"/>
    <w:rsid w:val="67C66D19"/>
    <w:rsid w:val="680953F4"/>
    <w:rsid w:val="68391581"/>
    <w:rsid w:val="684357C8"/>
    <w:rsid w:val="684E48CF"/>
    <w:rsid w:val="6859366E"/>
    <w:rsid w:val="68A20570"/>
    <w:rsid w:val="68AD0D46"/>
    <w:rsid w:val="68C70567"/>
    <w:rsid w:val="68C900B0"/>
    <w:rsid w:val="68F66C0A"/>
    <w:rsid w:val="690D0FB2"/>
    <w:rsid w:val="69194D34"/>
    <w:rsid w:val="6960659F"/>
    <w:rsid w:val="69964DB1"/>
    <w:rsid w:val="69BB16A4"/>
    <w:rsid w:val="69D90CCF"/>
    <w:rsid w:val="69D97E19"/>
    <w:rsid w:val="6A1A541D"/>
    <w:rsid w:val="6A211AC8"/>
    <w:rsid w:val="6A223BF7"/>
    <w:rsid w:val="6A3B0D9B"/>
    <w:rsid w:val="6A581470"/>
    <w:rsid w:val="6A8D3BB6"/>
    <w:rsid w:val="6B093329"/>
    <w:rsid w:val="6B13398E"/>
    <w:rsid w:val="6B360974"/>
    <w:rsid w:val="6B4C156D"/>
    <w:rsid w:val="6B6414A4"/>
    <w:rsid w:val="6B6D5463"/>
    <w:rsid w:val="6B8E3893"/>
    <w:rsid w:val="6BDD0DBC"/>
    <w:rsid w:val="6BE94CBF"/>
    <w:rsid w:val="6C3D7508"/>
    <w:rsid w:val="6C4535D0"/>
    <w:rsid w:val="6C733CAD"/>
    <w:rsid w:val="6C831479"/>
    <w:rsid w:val="6C9B187A"/>
    <w:rsid w:val="6C9F47EB"/>
    <w:rsid w:val="6CB4094D"/>
    <w:rsid w:val="6CE06498"/>
    <w:rsid w:val="6CED7956"/>
    <w:rsid w:val="6CFE0B31"/>
    <w:rsid w:val="6D101EE8"/>
    <w:rsid w:val="6D2E701B"/>
    <w:rsid w:val="6D3C7F1C"/>
    <w:rsid w:val="6D535020"/>
    <w:rsid w:val="6D851FC0"/>
    <w:rsid w:val="6D863ADF"/>
    <w:rsid w:val="6DA95D77"/>
    <w:rsid w:val="6DAF7A51"/>
    <w:rsid w:val="6DD44D0B"/>
    <w:rsid w:val="6E85109B"/>
    <w:rsid w:val="6F343829"/>
    <w:rsid w:val="6F3B02BE"/>
    <w:rsid w:val="6F451014"/>
    <w:rsid w:val="6F4A35BD"/>
    <w:rsid w:val="6F834E50"/>
    <w:rsid w:val="6FBB3237"/>
    <w:rsid w:val="6FC1482E"/>
    <w:rsid w:val="6FD01BA9"/>
    <w:rsid w:val="6FD866FE"/>
    <w:rsid w:val="6FE939AD"/>
    <w:rsid w:val="70143528"/>
    <w:rsid w:val="70262BC6"/>
    <w:rsid w:val="707940DA"/>
    <w:rsid w:val="70817248"/>
    <w:rsid w:val="70846C3D"/>
    <w:rsid w:val="70B91C02"/>
    <w:rsid w:val="70BD38CF"/>
    <w:rsid w:val="70E90A98"/>
    <w:rsid w:val="70F368BF"/>
    <w:rsid w:val="71227659"/>
    <w:rsid w:val="71433E8A"/>
    <w:rsid w:val="714C0FA8"/>
    <w:rsid w:val="71505EB9"/>
    <w:rsid w:val="715B63BD"/>
    <w:rsid w:val="718D0A1E"/>
    <w:rsid w:val="71D43611"/>
    <w:rsid w:val="71D6421E"/>
    <w:rsid w:val="71E6505E"/>
    <w:rsid w:val="71FC448E"/>
    <w:rsid w:val="72271C0E"/>
    <w:rsid w:val="72413C5A"/>
    <w:rsid w:val="72B248FA"/>
    <w:rsid w:val="72D11301"/>
    <w:rsid w:val="72F4538B"/>
    <w:rsid w:val="72F7302B"/>
    <w:rsid w:val="73017C27"/>
    <w:rsid w:val="730409D6"/>
    <w:rsid w:val="73141978"/>
    <w:rsid w:val="73172C3C"/>
    <w:rsid w:val="73536F1C"/>
    <w:rsid w:val="736B1818"/>
    <w:rsid w:val="73841FCD"/>
    <w:rsid w:val="73A026D1"/>
    <w:rsid w:val="73D96313"/>
    <w:rsid w:val="73F73AEF"/>
    <w:rsid w:val="73FD539A"/>
    <w:rsid w:val="74464E9D"/>
    <w:rsid w:val="747C5288"/>
    <w:rsid w:val="7495250B"/>
    <w:rsid w:val="749E01EA"/>
    <w:rsid w:val="74EC598F"/>
    <w:rsid w:val="7536590B"/>
    <w:rsid w:val="7539276E"/>
    <w:rsid w:val="756376DF"/>
    <w:rsid w:val="75697063"/>
    <w:rsid w:val="75BA3817"/>
    <w:rsid w:val="760D18C1"/>
    <w:rsid w:val="76175B1B"/>
    <w:rsid w:val="76194288"/>
    <w:rsid w:val="762B7BA3"/>
    <w:rsid w:val="764939A4"/>
    <w:rsid w:val="765B491F"/>
    <w:rsid w:val="76601384"/>
    <w:rsid w:val="76CB71F3"/>
    <w:rsid w:val="76E63DD9"/>
    <w:rsid w:val="76E92920"/>
    <w:rsid w:val="771B2964"/>
    <w:rsid w:val="772E79CD"/>
    <w:rsid w:val="776A7EFD"/>
    <w:rsid w:val="777627A8"/>
    <w:rsid w:val="777929F8"/>
    <w:rsid w:val="778145B4"/>
    <w:rsid w:val="77B25A6B"/>
    <w:rsid w:val="77B56EA9"/>
    <w:rsid w:val="77E536C5"/>
    <w:rsid w:val="77E82C85"/>
    <w:rsid w:val="77EF0E51"/>
    <w:rsid w:val="78144DBB"/>
    <w:rsid w:val="7844057C"/>
    <w:rsid w:val="78790035"/>
    <w:rsid w:val="789E0611"/>
    <w:rsid w:val="78CC528E"/>
    <w:rsid w:val="78DB1906"/>
    <w:rsid w:val="79273679"/>
    <w:rsid w:val="797C0F97"/>
    <w:rsid w:val="79D6418F"/>
    <w:rsid w:val="79F161A2"/>
    <w:rsid w:val="7A262378"/>
    <w:rsid w:val="7A4F3E6B"/>
    <w:rsid w:val="7A556C27"/>
    <w:rsid w:val="7A624789"/>
    <w:rsid w:val="7AD21CED"/>
    <w:rsid w:val="7AE95573"/>
    <w:rsid w:val="7AEC4DF5"/>
    <w:rsid w:val="7AEE498A"/>
    <w:rsid w:val="7B0C315B"/>
    <w:rsid w:val="7B0D5B64"/>
    <w:rsid w:val="7B1635C2"/>
    <w:rsid w:val="7B636443"/>
    <w:rsid w:val="7BB53820"/>
    <w:rsid w:val="7BFC6F0F"/>
    <w:rsid w:val="7C2477D3"/>
    <w:rsid w:val="7C5A77D6"/>
    <w:rsid w:val="7C784304"/>
    <w:rsid w:val="7C862DD8"/>
    <w:rsid w:val="7CBC764E"/>
    <w:rsid w:val="7CD23119"/>
    <w:rsid w:val="7CDB074A"/>
    <w:rsid w:val="7CFF3E11"/>
    <w:rsid w:val="7D1B266E"/>
    <w:rsid w:val="7D234871"/>
    <w:rsid w:val="7DA5756E"/>
    <w:rsid w:val="7DB87582"/>
    <w:rsid w:val="7DBD10C3"/>
    <w:rsid w:val="7DC901B9"/>
    <w:rsid w:val="7DD06782"/>
    <w:rsid w:val="7DEB52A8"/>
    <w:rsid w:val="7E007F7E"/>
    <w:rsid w:val="7E1C33DC"/>
    <w:rsid w:val="7E282247"/>
    <w:rsid w:val="7E293201"/>
    <w:rsid w:val="7E770DC7"/>
    <w:rsid w:val="7E8763A8"/>
    <w:rsid w:val="7ED348F0"/>
    <w:rsid w:val="7EDB1AC5"/>
    <w:rsid w:val="7EDC6D93"/>
    <w:rsid w:val="7EF86A84"/>
    <w:rsid w:val="7F027357"/>
    <w:rsid w:val="7F31552F"/>
    <w:rsid w:val="7F383BB0"/>
    <w:rsid w:val="7F626256"/>
    <w:rsid w:val="7F824A2B"/>
    <w:rsid w:val="7FAD51F4"/>
    <w:rsid w:val="7FC31373"/>
  </w:rsids>
  <w:docVars>
    <w:docVar w:name="commondata" w:val="eyJoZGlkIjoiYjJjOTQxYzhjODMyMDAzZmE0MDJkMWFkNmJlNDkwYT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8513CC9-7E6C-4A67-AC57-DE17EC85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paragraph" w:styleId="Heading1">
    <w:name w:val="heading 1"/>
    <w:basedOn w:val="Normal"/>
    <w:next w:val="Normal"/>
    <w:qFormat/>
    <w:pPr>
      <w:spacing w:before="100" w:beforeAutospacing="1" w:after="100" w:afterAutospacing="1"/>
      <w:jc w:val="left"/>
      <w:outlineLvl w:val="0"/>
    </w:pPr>
    <w:rPr>
      <w:rFonts w:ascii="宋体" w:hAnsi="宋体" w:hint="eastAsia"/>
      <w:b/>
      <w:kern w:val="44"/>
      <w:sz w:val="48"/>
      <w:szCs w:val="48"/>
    </w:rPr>
  </w:style>
  <w:style w:type="paragraph" w:styleId="Heading2">
    <w:name w:val="heading 2"/>
    <w:basedOn w:val="Normal"/>
    <w:next w:val="Normal"/>
    <w:link w:val="2"/>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
    <w:qFormat/>
    <w:pPr>
      <w:keepNext/>
      <w:keepLines/>
      <w:spacing w:before="260" w:after="260"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BodyTextIndent">
    <w:name w:val="Body Text Indent"/>
    <w:basedOn w:val="Normal"/>
    <w:qFormat/>
    <w:pPr>
      <w:adjustRightInd w:val="0"/>
      <w:spacing w:line="312" w:lineRule="atLeast"/>
      <w:ind w:firstLine="432"/>
      <w:textAlignment w:val="baseline"/>
    </w:pPr>
    <w:rPr>
      <w:kern w:val="0"/>
      <w:szCs w:val="20"/>
    </w:rPr>
  </w:style>
  <w:style w:type="paragraph" w:styleId="Date">
    <w:name w:val="Date"/>
    <w:basedOn w:val="Normal"/>
    <w:next w:val="Normal"/>
    <w:qFormat/>
    <w:pPr>
      <w:adjustRightInd w:val="0"/>
      <w:spacing w:line="312" w:lineRule="atLeast"/>
      <w:textAlignment w:val="baseline"/>
    </w:pPr>
    <w:rPr>
      <w:kern w:val="0"/>
      <w:szCs w:val="20"/>
    </w:rPr>
  </w:style>
  <w:style w:type="paragraph" w:styleId="BalloonText">
    <w:name w:val="Balloon Text"/>
    <w:basedOn w:val="Normal"/>
    <w:link w:val="a"/>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NormalWeb">
    <w:name w:val="Normal (Web)"/>
    <w:basedOn w:val="Normal"/>
    <w:qFormat/>
    <w:pPr>
      <w:spacing w:before="100" w:beforeAutospacing="1" w:after="100" w:afterAutospacing="1"/>
      <w:jc w:val="left"/>
    </w:pPr>
    <w:rPr>
      <w:kern w:val="0"/>
      <w:sz w:val="24"/>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rPr>
  </w:style>
  <w:style w:type="character" w:styleId="PageNumber">
    <w:name w:val="page number"/>
    <w:basedOn w:val="DefaultParagraphFont"/>
    <w:qFormat/>
  </w:style>
  <w:style w:type="character" w:customStyle="1" w:styleId="2">
    <w:name w:val="标题 2 字符"/>
    <w:link w:val="Heading2"/>
    <w:qFormat/>
    <w:rPr>
      <w:rFonts w:ascii="Arial" w:eastAsia="黑体" w:hAnsi="Arial"/>
      <w:b/>
      <w:sz w:val="32"/>
    </w:rPr>
  </w:style>
  <w:style w:type="character" w:customStyle="1" w:styleId="3">
    <w:name w:val="标题 3 字符"/>
    <w:link w:val="Heading3"/>
    <w:qFormat/>
    <w:rPr>
      <w:b/>
      <w:sz w:val="32"/>
    </w:rPr>
  </w:style>
  <w:style w:type="character" w:customStyle="1" w:styleId="a">
    <w:name w:val="批注框文本 字符"/>
    <w:link w:val="BalloonText"/>
    <w:qFormat/>
    <w:rPr>
      <w:rFonts w:ascii="Calibri" w:eastAsia="宋体"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LIHUI\AppData\Roaming\Kingsoft\wps\addons\pool\win-i386\knewfileruby_1.0.0.12\template\wps\0.docx"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13</TotalTime>
  <Pages>4</Pages>
  <Words>201</Words>
  <Characters>1150</Characters>
  <Application>Microsoft Office Word</Application>
  <DocSecurity>0</DocSecurity>
  <Lines>9</Lines>
  <Paragraphs>2</Paragraphs>
  <ScaleCrop>false</ScaleCrop>
  <Company>中山大学</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LIHUI</dc:creator>
  <cp:lastModifiedBy>abc</cp:lastModifiedBy>
  <cp:revision>30</cp:revision>
  <cp:lastPrinted>2020-03-13T09:00:00Z</cp:lastPrinted>
  <dcterms:created xsi:type="dcterms:W3CDTF">2018-11-29T16:37:00Z</dcterms:created>
  <dcterms:modified xsi:type="dcterms:W3CDTF">2023-09-19T07:42:00Z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7D8100AD4A0247C797B2898B8A90B47F_12</vt:lpwstr>
  </property>
  <property fmtid="{D5CDD505-2E9C-101B-9397-08002B2CF9AE}" pid="3" name="KSOProductBuildVer">
    <vt:lpwstr>2052-11.1.0.14309</vt:lpwstr>
  </property>
</Properties>
</file>