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6" w:type="dxa"/>
        <w:tblLayout w:type="fixed"/>
        <w:tblLook w:val="04A0" w:firstRow="1" w:lastRow="0" w:firstColumn="1" w:lastColumn="0" w:noHBand="0" w:noVBand="1"/>
      </w:tblPr>
      <w:tblGrid>
        <w:gridCol w:w="1004"/>
        <w:gridCol w:w="973"/>
        <w:gridCol w:w="837"/>
        <w:gridCol w:w="1504"/>
        <w:gridCol w:w="404"/>
        <w:gridCol w:w="916"/>
        <w:gridCol w:w="955"/>
        <w:gridCol w:w="2573"/>
      </w:tblGrid>
      <w:tr w:rsidR="00FA598C" w:rsidTr="00521D4E">
        <w:trPr>
          <w:trHeight w:val="364"/>
        </w:trPr>
        <w:tc>
          <w:tcPr>
            <w:tcW w:w="91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598C" w:rsidRDefault="007718CC" w:rsidP="00521D4E">
            <w:pPr>
              <w:widowControl/>
              <w:jc w:val="center"/>
              <w:rPr>
                <w:rFonts w:ascii="仿宋_GB2312" w:eastAsia="仿宋_GB2312" w:hAnsi="黑体" w:cs="宋体"/>
                <w:b/>
                <w:color w:val="000000"/>
                <w:kern w:val="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ascii="仿宋_GB2312" w:eastAsia="仿宋_GB2312" w:hAnsi="黑体" w:cs="宋体" w:hint="eastAsia"/>
                <w:b/>
                <w:color w:val="000000"/>
                <w:kern w:val="0"/>
                <w:sz w:val="30"/>
                <w:szCs w:val="30"/>
              </w:rPr>
              <w:t>博士生参加东校园单</w:t>
            </w:r>
            <w:r w:rsidR="00521D4E">
              <w:rPr>
                <w:rFonts w:ascii="仿宋_GB2312" w:eastAsia="仿宋_GB2312" w:hAnsi="黑体" w:cs="宋体" w:hint="eastAsia"/>
                <w:b/>
                <w:color w:val="000000"/>
                <w:kern w:val="0"/>
                <w:sz w:val="30"/>
                <w:szCs w:val="30"/>
              </w:rPr>
              <w:t>/</w:t>
            </w:r>
            <w:r>
              <w:rPr>
                <w:rFonts w:ascii="仿宋_GB2312" w:eastAsia="仿宋_GB2312" w:hAnsi="黑体" w:cs="宋体" w:hint="eastAsia"/>
                <w:b/>
                <w:color w:val="000000"/>
                <w:kern w:val="0"/>
                <w:sz w:val="30"/>
                <w:szCs w:val="30"/>
              </w:rPr>
              <w:t>双人间现场选房申请表</w:t>
            </w:r>
          </w:p>
        </w:tc>
      </w:tr>
      <w:tr w:rsidR="00FA598C" w:rsidTr="00521D4E">
        <w:trPr>
          <w:trHeight w:val="456"/>
        </w:trPr>
        <w:tc>
          <w:tcPr>
            <w:tcW w:w="91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> </w:t>
            </w: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>校区：</w:t>
            </w:r>
            <w:r w:rsidR="00521D4E"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 xml:space="preserve">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日期：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 w:rsidR="00FA598C" w:rsidTr="00521D4E">
        <w:trPr>
          <w:trHeight w:val="52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学号</w:t>
            </w: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</w:tr>
      <w:tr w:rsidR="00FA598C" w:rsidTr="00521D4E">
        <w:trPr>
          <w:trHeight w:val="444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学院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现住宿舍　</w:t>
            </w:r>
          </w:p>
        </w:tc>
        <w:tc>
          <w:tcPr>
            <w:tcW w:w="44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号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房</w:t>
            </w:r>
          </w:p>
        </w:tc>
      </w:tr>
      <w:tr w:rsidR="00FA598C" w:rsidTr="00521D4E">
        <w:trPr>
          <w:trHeight w:val="599"/>
        </w:trPr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联系方式</w:t>
            </w:r>
          </w:p>
        </w:tc>
        <w:tc>
          <w:tcPr>
            <w:tcW w:w="71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ind w:right="56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手机号（必填）：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      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邮箱：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            </w:t>
            </w:r>
          </w:p>
        </w:tc>
      </w:tr>
      <w:tr w:rsidR="00FA598C" w:rsidTr="00521D4E">
        <w:trPr>
          <w:trHeight w:val="1182"/>
        </w:trPr>
        <w:tc>
          <w:tcPr>
            <w:tcW w:w="1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申请理由</w:t>
            </w:r>
          </w:p>
        </w:tc>
        <w:tc>
          <w:tcPr>
            <w:tcW w:w="71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FA598C">
            <w:pPr>
              <w:widowControl/>
              <w:ind w:firstLineChars="1300" w:firstLine="3900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</w:p>
          <w:p w:rsidR="00FA598C" w:rsidRDefault="007718CC">
            <w:pPr>
              <w:widowControl/>
              <w:adjustRightInd w:val="0"/>
              <w:snapToGrid w:val="0"/>
              <w:ind w:firstLineChars="1250" w:firstLine="3750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>本人签名：</w:t>
            </w:r>
          </w:p>
          <w:p w:rsidR="00FA598C" w:rsidRDefault="007718CC">
            <w:pPr>
              <w:widowControl/>
              <w:adjustRightInd w:val="0"/>
              <w:snapToGrid w:val="0"/>
              <w:ind w:firstLineChars="1350" w:firstLine="4050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>日期：</w:t>
            </w:r>
          </w:p>
        </w:tc>
      </w:tr>
      <w:tr w:rsidR="00FA598C" w:rsidTr="00521D4E">
        <w:trPr>
          <w:trHeight w:val="959"/>
        </w:trPr>
        <w:tc>
          <w:tcPr>
            <w:tcW w:w="1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院系意见</w:t>
            </w:r>
          </w:p>
        </w:tc>
        <w:tc>
          <w:tcPr>
            <w:tcW w:w="71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情况属实，同意调整。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br/>
              <w:t xml:space="preserve">                 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负责人</w:t>
            </w: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>签名（盖章）：</w:t>
            </w: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 xml:space="preserve">  </w:t>
            </w:r>
          </w:p>
          <w:p w:rsidR="00FA598C" w:rsidRDefault="007718CC">
            <w:pPr>
              <w:widowControl/>
              <w:adjustRightInd w:val="0"/>
              <w:snapToGrid w:val="0"/>
              <w:ind w:firstLineChars="1300" w:firstLine="390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>日期：</w:t>
            </w:r>
          </w:p>
        </w:tc>
      </w:tr>
    </w:tbl>
    <w:p w:rsidR="00FA598C" w:rsidRDefault="00FA598C">
      <w:pPr>
        <w:widowControl/>
        <w:jc w:val="left"/>
        <w:rPr>
          <w:rFonts w:ascii="仿宋_GB2312" w:eastAsia="仿宋_GB2312" w:hAnsi="宋体"/>
          <w:color w:val="000000"/>
          <w:sz w:val="24"/>
          <w:szCs w:val="24"/>
        </w:rPr>
      </w:pPr>
    </w:p>
    <w:p w:rsidR="00FA598C" w:rsidRDefault="007718CC">
      <w:pPr>
        <w:spacing w:line="336" w:lineRule="auto"/>
        <w:rPr>
          <w:rFonts w:ascii="仿宋_GB2312" w:eastAsia="仿宋_GB2312" w:hAnsi="仿宋_GB2312"/>
          <w:bCs/>
          <w:sz w:val="28"/>
          <w:szCs w:val="28"/>
        </w:rPr>
      </w:pPr>
      <w:r>
        <w:rPr>
          <w:rFonts w:ascii="仿宋_GB2312" w:eastAsia="仿宋_GB2312" w:hAnsi="仿宋_GB2312" w:hint="eastAsia"/>
          <w:bCs/>
          <w:sz w:val="28"/>
          <w:szCs w:val="28"/>
        </w:rPr>
        <w:t>............................................................</w:t>
      </w:r>
    </w:p>
    <w:p w:rsidR="00FA598C" w:rsidRDefault="007718CC">
      <w:pPr>
        <w:spacing w:line="336" w:lineRule="auto"/>
        <w:jc w:val="center"/>
        <w:rPr>
          <w:rFonts w:ascii="仿宋_GB2312" w:eastAsia="仿宋_GB2312" w:hAnsi="黑体" w:cs="宋体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黑体" w:cs="宋体" w:hint="eastAsia"/>
          <w:b/>
          <w:color w:val="000000"/>
          <w:kern w:val="0"/>
          <w:sz w:val="30"/>
          <w:szCs w:val="30"/>
        </w:rPr>
        <w:t>参加东校园单</w:t>
      </w:r>
      <w:r w:rsidR="00521D4E">
        <w:rPr>
          <w:rFonts w:ascii="仿宋_GB2312" w:eastAsia="仿宋_GB2312" w:hAnsi="黑体" w:cs="宋体" w:hint="eastAsia"/>
          <w:b/>
          <w:color w:val="000000"/>
          <w:kern w:val="0"/>
          <w:sz w:val="30"/>
          <w:szCs w:val="30"/>
        </w:rPr>
        <w:t>/</w:t>
      </w:r>
      <w:r>
        <w:rPr>
          <w:rFonts w:ascii="仿宋_GB2312" w:eastAsia="仿宋_GB2312" w:hAnsi="黑体" w:cs="宋体" w:hint="eastAsia"/>
          <w:b/>
          <w:color w:val="000000"/>
          <w:kern w:val="0"/>
          <w:sz w:val="30"/>
          <w:szCs w:val="30"/>
        </w:rPr>
        <w:t>双人间现场选房申请回执及调宿办理通知单</w:t>
      </w:r>
    </w:p>
    <w:tbl>
      <w:tblPr>
        <w:tblW w:w="9184" w:type="dxa"/>
        <w:tblLayout w:type="fixed"/>
        <w:tblLook w:val="04A0" w:firstRow="1" w:lastRow="0" w:firstColumn="1" w:lastColumn="0" w:noHBand="0" w:noVBand="1"/>
      </w:tblPr>
      <w:tblGrid>
        <w:gridCol w:w="997"/>
        <w:gridCol w:w="963"/>
        <w:gridCol w:w="833"/>
        <w:gridCol w:w="1492"/>
        <w:gridCol w:w="399"/>
        <w:gridCol w:w="910"/>
        <w:gridCol w:w="947"/>
        <w:gridCol w:w="2643"/>
      </w:tblGrid>
      <w:tr w:rsidR="00FA598C" w:rsidTr="00521D4E">
        <w:trPr>
          <w:trHeight w:val="529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学号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</w:tr>
      <w:tr w:rsidR="00FA598C" w:rsidTr="00521D4E">
        <w:trPr>
          <w:trHeight w:val="447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学院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现住宿舍　</w:t>
            </w:r>
          </w:p>
        </w:tc>
        <w:tc>
          <w:tcPr>
            <w:tcW w:w="449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号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房</w:t>
            </w:r>
          </w:p>
        </w:tc>
      </w:tr>
      <w:tr w:rsidR="00FA598C" w:rsidTr="00521D4E">
        <w:trPr>
          <w:trHeight w:val="603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联系方式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ind w:right="56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手机号（必填）：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      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邮箱：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            </w:t>
            </w:r>
          </w:p>
        </w:tc>
      </w:tr>
      <w:tr w:rsidR="00FA598C" w:rsidTr="00521D4E">
        <w:trPr>
          <w:trHeight w:val="603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申请回执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spacing w:line="3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已受理该生参加东校园单</w:t>
            </w:r>
            <w:r w:rsidR="00521D4E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双人间现场选房申请。</w:t>
            </w:r>
          </w:p>
          <w:p w:rsidR="00FA598C" w:rsidRDefault="007718CC">
            <w:pPr>
              <w:widowControl/>
              <w:wordWrap w:val="0"/>
              <w:spacing w:line="340" w:lineRule="exact"/>
              <w:jc w:val="righ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（盖章）：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             </w:t>
            </w:r>
          </w:p>
          <w:p w:rsidR="00FA598C" w:rsidRDefault="007718CC">
            <w:pPr>
              <w:widowControl/>
              <w:wordWrap w:val="0"/>
              <w:ind w:right="560"/>
              <w:jc w:val="righ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日期：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            </w:t>
            </w:r>
          </w:p>
        </w:tc>
      </w:tr>
      <w:tr w:rsidR="00FA598C" w:rsidTr="00521D4E">
        <w:trPr>
          <w:trHeight w:val="1270"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学生处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  <w:t>学生事务管理中心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意见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spacing w:line="3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经公开选房，确认该生获入住格致园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房资格。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                     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br/>
              <w:t xml:space="preserve">                 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（盖章）：</w:t>
            </w:r>
          </w:p>
          <w:p w:rsidR="00FA598C" w:rsidRDefault="007718CC">
            <w:pPr>
              <w:widowControl/>
              <w:spacing w:line="340" w:lineRule="exact"/>
              <w:ind w:firstLineChars="1250" w:firstLine="3750"/>
              <w:jc w:val="lef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日期：</w:t>
            </w:r>
          </w:p>
        </w:tc>
      </w:tr>
      <w:tr w:rsidR="00FA598C" w:rsidTr="00521D4E">
        <w:trPr>
          <w:trHeight w:val="1121"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调出宿舍</w:t>
            </w:r>
          </w:p>
          <w:p w:rsidR="00FA598C" w:rsidRDefault="007718C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管理员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spacing w:line="340" w:lineRule="exact"/>
              <w:jc w:val="left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该生已于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日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交还宿舍钥匙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，办理了退房手续。</w:t>
            </w:r>
          </w:p>
          <w:p w:rsidR="00FA598C" w:rsidRDefault="007718CC">
            <w:pPr>
              <w:widowControl/>
              <w:spacing w:line="340" w:lineRule="exact"/>
              <w:ind w:firstLineChars="1100" w:firstLine="3300"/>
              <w:jc w:val="left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宿管员签名：</w:t>
            </w:r>
          </w:p>
        </w:tc>
      </w:tr>
      <w:tr w:rsidR="00FA598C" w:rsidTr="00521D4E">
        <w:trPr>
          <w:trHeight w:val="1469"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物业服务中心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spacing w:line="340" w:lineRule="exact"/>
              <w:jc w:val="left"/>
              <w:rPr>
                <w:rFonts w:ascii="仿宋_GB2312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该生已于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日结清水电费用，办理了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调宿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手续。</w:t>
            </w:r>
          </w:p>
          <w:p w:rsidR="00FA598C" w:rsidRDefault="007718CC">
            <w:pPr>
              <w:widowControl/>
              <w:spacing w:line="340" w:lineRule="exact"/>
              <w:ind w:firstLineChars="1100" w:firstLine="3300"/>
              <w:jc w:val="lef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宿管员签名（盖章）：</w:t>
            </w:r>
          </w:p>
        </w:tc>
      </w:tr>
      <w:tr w:rsidR="00FA598C" w:rsidTr="00521D4E">
        <w:trPr>
          <w:trHeight w:val="1117"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调入宿舍</w:t>
            </w:r>
          </w:p>
          <w:p w:rsidR="00FA598C" w:rsidRDefault="007718C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管理员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spacing w:line="3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该生已于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30"/>
                <w:szCs w:val="30"/>
              </w:rPr>
              <w:t>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办理了入住手续。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      </w:t>
            </w:r>
          </w:p>
          <w:p w:rsidR="00FA598C" w:rsidRDefault="007718CC">
            <w:pPr>
              <w:widowControl/>
              <w:spacing w:line="340" w:lineRule="exact"/>
              <w:ind w:firstLineChars="1100" w:firstLine="3300"/>
              <w:jc w:val="lef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宿管员签名：</w:t>
            </w:r>
          </w:p>
        </w:tc>
      </w:tr>
    </w:tbl>
    <w:p w:rsidR="00FA598C" w:rsidRDefault="00FA598C" w:rsidP="00521D4E">
      <w:pPr>
        <w:widowControl/>
        <w:jc w:val="left"/>
        <w:rPr>
          <w:rFonts w:ascii="仿宋_GB2312" w:eastAsia="仿宋_GB2312" w:hAnsi="宋体" w:hint="eastAsia"/>
          <w:color w:val="000000"/>
          <w:sz w:val="24"/>
          <w:szCs w:val="24"/>
        </w:rPr>
      </w:pPr>
    </w:p>
    <w:sectPr w:rsidR="00FA598C">
      <w:pgSz w:w="12240" w:h="15840"/>
      <w:pgMar w:top="760" w:right="1800" w:bottom="646" w:left="1800" w:header="708" w:footer="709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8CC" w:rsidRDefault="007718CC" w:rsidP="00521D4E">
      <w:r>
        <w:separator/>
      </w:r>
    </w:p>
  </w:endnote>
  <w:endnote w:type="continuationSeparator" w:id="0">
    <w:p w:rsidR="007718CC" w:rsidRDefault="007718CC" w:rsidP="0052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8CC" w:rsidRDefault="007718CC" w:rsidP="00521D4E">
      <w:r>
        <w:separator/>
      </w:r>
    </w:p>
  </w:footnote>
  <w:footnote w:type="continuationSeparator" w:id="0">
    <w:p w:rsidR="007718CC" w:rsidRDefault="007718CC" w:rsidP="00521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83"/>
    <w:rsid w:val="000D5A5F"/>
    <w:rsid w:val="002F4DB3"/>
    <w:rsid w:val="00372A6D"/>
    <w:rsid w:val="00521D4E"/>
    <w:rsid w:val="00532020"/>
    <w:rsid w:val="006D7C83"/>
    <w:rsid w:val="007718CC"/>
    <w:rsid w:val="00787095"/>
    <w:rsid w:val="008012F9"/>
    <w:rsid w:val="00BB30F0"/>
    <w:rsid w:val="00E57FA2"/>
    <w:rsid w:val="00FA598C"/>
    <w:rsid w:val="20B16B28"/>
    <w:rsid w:val="25EB5D9C"/>
    <w:rsid w:val="45EE1AD7"/>
    <w:rsid w:val="5CA73447"/>
    <w:rsid w:val="6D88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0E79F0-13B7-41DB-B341-460EBDD94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widowControl/>
      <w:tabs>
        <w:tab w:val="center" w:pos="4320"/>
        <w:tab w:val="right" w:pos="8640"/>
      </w:tabs>
      <w:snapToGrid w:val="0"/>
      <w:spacing w:after="16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widowControl/>
      <w:pBdr>
        <w:bottom w:val="single" w:sz="6" w:space="1" w:color="auto"/>
      </w:pBdr>
      <w:tabs>
        <w:tab w:val="center" w:pos="4320"/>
        <w:tab w:val="right" w:pos="8640"/>
      </w:tabs>
      <w:snapToGrid w:val="0"/>
      <w:spacing w:after="160"/>
      <w:jc w:val="center"/>
    </w:pPr>
    <w:rPr>
      <w:kern w:val="0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xsc</cp:lastModifiedBy>
  <cp:revision>2</cp:revision>
  <dcterms:created xsi:type="dcterms:W3CDTF">2017-12-20T03:44:00Z</dcterms:created>
  <dcterms:modified xsi:type="dcterms:W3CDTF">2017-12-20T03:44:00Z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