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0.8.0 -->
  <w:body>
    <w:p w:rsidR="001A2F3E" w:rsidP="001A2F3E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附件2.</w:t>
      </w:r>
    </w:p>
    <w:p w:rsidR="001A2F3E" w:rsidP="001A2F3E">
      <w:pPr>
        <w:jc w:val="center"/>
        <w:rPr>
          <w:rFonts w:ascii="黑体" w:eastAsia="黑体" w:hAnsi="黑体" w:cs="Arial"/>
          <w:kern w:val="0"/>
          <w:sz w:val="30"/>
          <w:szCs w:val="30"/>
        </w:rPr>
      </w:pPr>
      <w:r w:rsidRPr="00B84D87">
        <w:rPr>
          <w:rFonts w:ascii="黑体" w:eastAsia="黑体" w:hAnsi="黑体" w:cs="Arial" w:hint="eastAsia"/>
          <w:kern w:val="0"/>
          <w:sz w:val="30"/>
          <w:szCs w:val="30"/>
        </w:rPr>
        <w:t>广州校区南校园博士生单人间宿舍房源情况</w:t>
      </w:r>
    </w:p>
    <w:tbl>
      <w:tblPr>
        <w:tblW w:w="9180" w:type="dxa"/>
        <w:tblInd w:w="96" w:type="dxa"/>
        <w:tblLook w:val="04A0"/>
      </w:tblPr>
      <w:tblGrid>
        <w:gridCol w:w="684"/>
        <w:gridCol w:w="700"/>
        <w:gridCol w:w="720"/>
        <w:gridCol w:w="960"/>
        <w:gridCol w:w="720"/>
        <w:gridCol w:w="740"/>
        <w:gridCol w:w="760"/>
        <w:gridCol w:w="800"/>
        <w:gridCol w:w="820"/>
        <w:gridCol w:w="800"/>
        <w:gridCol w:w="780"/>
        <w:gridCol w:w="740"/>
      </w:tblGrid>
      <w:tr w:rsidTr="00D94F10">
        <w:tblPrEx>
          <w:tblW w:w="9180" w:type="dxa"/>
          <w:tblInd w:w="96" w:type="dxa"/>
          <w:tblLook w:val="04A0"/>
        </w:tblPrEx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楼栋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房号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楼栋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房号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楼栋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房号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楼栋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房号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性别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503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508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401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602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402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603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403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608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404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356B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405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356B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501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406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356B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702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407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356B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801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408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356C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401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409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356C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501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412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356C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601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413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356C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602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414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356C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801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416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356C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802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417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418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419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510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403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514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407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610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408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611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502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614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503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</w:tr>
      <w:tr w:rsidTr="00D94F1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305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615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507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F10" w:rsidRPr="00D94F10" w:rsidP="00D94F10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94F10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</w:tr>
      <w:tr w:rsidTr="000C5280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7F7A69" w:rsidP="00874C0F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7F7A69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楼栋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7F7A69" w:rsidP="00874C0F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7F7A69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房号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7F7A69" w:rsidP="00874C0F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7F7A69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7F7A69" w:rsidP="00874C0F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7F7A69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楼栋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7F7A69" w:rsidP="00874C0F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7F7A69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房号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7F7A69" w:rsidP="00874C0F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7F7A69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7F7A69" w:rsidP="00874C0F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7F7A69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楼栋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7F7A69" w:rsidP="00874C0F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7F7A69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房号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7F7A69" w:rsidP="00874C0F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7F7A69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7F7A69" w:rsidP="00874C0F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7F7A69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楼栋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7F7A69" w:rsidP="00874C0F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7F7A69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房号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7F7A69" w:rsidP="00874C0F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7F7A69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性别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508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618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602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623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603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624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607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626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383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608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630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385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356A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705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389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356A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706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391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356A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713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401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356A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716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403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356A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404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722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411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356A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405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724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415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356A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601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727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429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356A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602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731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431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356A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605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435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356A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701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459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356A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702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461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356A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703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505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356A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705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322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507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356A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801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326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533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356A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802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327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535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356A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803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407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539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356A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804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409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191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587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356A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805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410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609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416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615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421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637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422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639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425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657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426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661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503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261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665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507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263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683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509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265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685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510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689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516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291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709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519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711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521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713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603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731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604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733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605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767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606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785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613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339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807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874C0F">
        <w:tblPrEx>
          <w:tblW w:w="9180" w:type="dxa"/>
          <w:tblInd w:w="96" w:type="dxa"/>
          <w:tblLook w:val="04A0"/>
        </w:tblPrEx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206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617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359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809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0F" w:rsidRPr="00874C0F" w:rsidP="00874C0F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男</w:t>
            </w:r>
            <w:r w:rsidRPr="00874C0F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874C0F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女</w:t>
            </w:r>
          </w:p>
        </w:tc>
      </w:tr>
    </w:tbl>
    <w:p w:rsidR="00052402"/>
    <w:tbl>
      <w:tblPr>
        <w:tblW w:w="8840" w:type="dxa"/>
        <w:tblInd w:w="96" w:type="dxa"/>
        <w:tblLook w:val="04A0"/>
      </w:tblPr>
      <w:tblGrid>
        <w:gridCol w:w="684"/>
        <w:gridCol w:w="620"/>
        <w:gridCol w:w="780"/>
        <w:gridCol w:w="720"/>
        <w:gridCol w:w="700"/>
        <w:gridCol w:w="840"/>
        <w:gridCol w:w="720"/>
        <w:gridCol w:w="720"/>
        <w:gridCol w:w="760"/>
        <w:gridCol w:w="760"/>
        <w:gridCol w:w="680"/>
        <w:gridCol w:w="860"/>
      </w:tblGrid>
      <w:tr w:rsidTr="00456EAE">
        <w:tblPrEx>
          <w:tblW w:w="8840" w:type="dxa"/>
          <w:tblInd w:w="96" w:type="dxa"/>
          <w:tblLook w:val="04A0"/>
        </w:tblPrEx>
        <w:trPr>
          <w:trHeight w:val="31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楼栋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房号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楼栋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房号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楼栋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房号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楼栋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房号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性别</w:t>
            </w:r>
          </w:p>
        </w:tc>
      </w:tr>
      <w:tr w:rsidTr="00456EAE">
        <w:tblPrEx>
          <w:tblW w:w="8840" w:type="dxa"/>
          <w:tblInd w:w="96" w:type="dxa"/>
          <w:tblLook w:val="04A0"/>
        </w:tblPrEx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813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192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434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766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456EAE">
        <w:tblPrEx>
          <w:tblW w:w="8840" w:type="dxa"/>
          <w:tblInd w:w="96" w:type="dxa"/>
          <w:tblLook w:val="04A0"/>
        </w:tblPrEx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859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194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440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782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456EAE">
        <w:tblPrEx>
          <w:tblW w:w="8840" w:type="dxa"/>
          <w:tblInd w:w="96" w:type="dxa"/>
          <w:tblLook w:val="04A0"/>
        </w:tblPrEx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861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196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462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802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456EAE">
        <w:tblPrEx>
          <w:tblW w:w="8840" w:type="dxa"/>
          <w:tblInd w:w="96" w:type="dxa"/>
          <w:tblLook w:val="04A0"/>
        </w:tblPrEx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865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464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808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456EAE">
        <w:tblPrEx>
          <w:tblW w:w="8840" w:type="dxa"/>
          <w:tblInd w:w="96" w:type="dxa"/>
          <w:tblLook w:val="04A0"/>
        </w:tblPrEx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867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206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482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812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456EAE">
        <w:tblPrEx>
          <w:tblW w:w="8840" w:type="dxa"/>
          <w:tblInd w:w="96" w:type="dxa"/>
          <w:tblLook w:val="04A0"/>
        </w:tblPrEx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883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210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484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816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456EAE">
        <w:tblPrEx>
          <w:tblW w:w="8840" w:type="dxa"/>
          <w:tblInd w:w="96" w:type="dxa"/>
          <w:tblLook w:val="04A0"/>
        </w:tblPrEx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885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212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514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456EAE">
        <w:tblPrEx>
          <w:tblW w:w="8840" w:type="dxa"/>
          <w:tblInd w:w="96" w:type="dxa"/>
          <w:tblLook w:val="04A0"/>
        </w:tblPrEx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889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214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516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832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456EAE">
        <w:tblPrEx>
          <w:tblW w:w="8840" w:type="dxa"/>
          <w:tblInd w:w="96" w:type="dxa"/>
          <w:tblLook w:val="04A0"/>
        </w:tblPrEx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891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216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536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840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456EAE">
        <w:tblPrEx>
          <w:tblW w:w="8840" w:type="dxa"/>
          <w:tblInd w:w="96" w:type="dxa"/>
          <w:tblLook w:val="04A0"/>
        </w:tblPrEx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913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234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538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858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456EAE">
        <w:tblPrEx>
          <w:tblW w:w="8840" w:type="dxa"/>
          <w:tblInd w:w="96" w:type="dxa"/>
          <w:tblLook w:val="04A0"/>
        </w:tblPrEx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929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260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560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868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456EAE">
        <w:tblPrEx>
          <w:tblW w:w="8840" w:type="dxa"/>
          <w:tblInd w:w="96" w:type="dxa"/>
          <w:tblLook w:val="04A0"/>
        </w:tblPrEx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931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564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882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456EAE">
        <w:tblPrEx>
          <w:tblW w:w="8840" w:type="dxa"/>
          <w:tblInd w:w="96" w:type="dxa"/>
          <w:tblLook w:val="04A0"/>
        </w:tblPrEx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933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264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566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884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456EAE">
        <w:tblPrEx>
          <w:tblW w:w="8840" w:type="dxa"/>
          <w:tblInd w:w="96" w:type="dxa"/>
          <w:tblLook w:val="04A0"/>
        </w:tblPrEx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939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286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582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888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456EAE">
        <w:tblPrEx>
          <w:tblW w:w="8840" w:type="dxa"/>
          <w:tblInd w:w="96" w:type="dxa"/>
          <w:tblLook w:val="04A0"/>
        </w:tblPrEx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961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288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610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456EAE">
        <w:tblPrEx>
          <w:tblW w:w="8840" w:type="dxa"/>
          <w:tblInd w:w="96" w:type="dxa"/>
          <w:tblLook w:val="04A0"/>
        </w:tblPrEx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967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630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904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456EAE">
        <w:tblPrEx>
          <w:tblW w:w="8840" w:type="dxa"/>
          <w:tblInd w:w="96" w:type="dxa"/>
          <w:tblLook w:val="04A0"/>
        </w:tblPrEx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981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632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906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456EAE">
        <w:tblPrEx>
          <w:tblW w:w="8840" w:type="dxa"/>
          <w:tblInd w:w="96" w:type="dxa"/>
          <w:tblLook w:val="04A0"/>
        </w:tblPrEx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991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636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910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456EAE">
        <w:tblPrEx>
          <w:tblW w:w="8840" w:type="dxa"/>
          <w:tblInd w:w="96" w:type="dxa"/>
          <w:tblLook w:val="04A0"/>
        </w:tblPrEx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995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658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912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456EAE">
        <w:tblPrEx>
          <w:tblW w:w="8840" w:type="dxa"/>
          <w:tblInd w:w="96" w:type="dxa"/>
          <w:tblLook w:val="04A0"/>
        </w:tblPrEx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104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662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930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456EAE">
        <w:tblPrEx>
          <w:tblW w:w="8840" w:type="dxa"/>
          <w:tblInd w:w="96" w:type="dxa"/>
          <w:tblLook w:val="04A0"/>
        </w:tblPrEx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110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666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936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456EAE">
        <w:tblPrEx>
          <w:tblW w:w="8840" w:type="dxa"/>
          <w:tblInd w:w="96" w:type="dxa"/>
          <w:tblLook w:val="04A0"/>
        </w:tblPrEx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112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682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940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456EAE">
        <w:tblPrEx>
          <w:tblW w:w="8840" w:type="dxa"/>
          <w:tblInd w:w="96" w:type="dxa"/>
          <w:tblLook w:val="04A0"/>
        </w:tblPrEx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114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684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964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456EAE">
        <w:tblPrEx>
          <w:tblW w:w="8840" w:type="dxa"/>
          <w:tblInd w:w="96" w:type="dxa"/>
          <w:tblLook w:val="04A0"/>
        </w:tblPrEx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688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966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456EAE">
        <w:tblPrEx>
          <w:tblW w:w="8840" w:type="dxa"/>
          <w:tblInd w:w="96" w:type="dxa"/>
          <w:tblLook w:val="04A0"/>
        </w:tblPrEx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182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714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984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456EAE">
        <w:tblPrEx>
          <w:tblW w:w="8840" w:type="dxa"/>
          <w:tblInd w:w="96" w:type="dxa"/>
          <w:tblLook w:val="04A0"/>
        </w:tblPrEx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186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412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738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988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</w:tr>
      <w:tr w:rsidTr="00456EAE">
        <w:tblPrEx>
          <w:tblW w:w="8840" w:type="dxa"/>
          <w:tblInd w:w="96" w:type="dxa"/>
          <w:tblLook w:val="04A0"/>
        </w:tblPrEx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432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762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364B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996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EAE" w:rsidRPr="00456EAE" w:rsidP="00456EAE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男</w:t>
            </w:r>
            <w:r w:rsidRPr="00456EAE">
              <w:rPr>
                <w:rFonts w:ascii="Arial" w:eastAsia="宋体" w:hAnsi="Arial" w:cs="Arial"/>
                <w:kern w:val="0"/>
                <w:sz w:val="20"/>
                <w:szCs w:val="20"/>
              </w:rPr>
              <w:t>/</w:t>
            </w:r>
            <w:r w:rsidRPr="00456EA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女</w:t>
            </w:r>
          </w:p>
        </w:tc>
      </w:tr>
    </w:tbl>
    <w:p w:rsidR="003A25B7" w:rsidRPr="001A2F3E"/>
    <w:p w:rsidR="00F54925"/>
    <w:p w:rsidR="00F54925"/>
    <w:sectPr w:rsidSect="004B47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proofState w:spelling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54925"/>
    <w:rsid w:val="00052402"/>
    <w:rsid w:val="000C5280"/>
    <w:rsid w:val="0019697F"/>
    <w:rsid w:val="001A2F3E"/>
    <w:rsid w:val="002D1F1D"/>
    <w:rsid w:val="003162FD"/>
    <w:rsid w:val="00357707"/>
    <w:rsid w:val="00371950"/>
    <w:rsid w:val="003A25B7"/>
    <w:rsid w:val="003C40E7"/>
    <w:rsid w:val="00456EAE"/>
    <w:rsid w:val="00490189"/>
    <w:rsid w:val="00497E2B"/>
    <w:rsid w:val="004A2E29"/>
    <w:rsid w:val="004B3439"/>
    <w:rsid w:val="004B47D0"/>
    <w:rsid w:val="004F6A9D"/>
    <w:rsid w:val="0056075D"/>
    <w:rsid w:val="006C0238"/>
    <w:rsid w:val="006F067E"/>
    <w:rsid w:val="007F25E5"/>
    <w:rsid w:val="007F7A69"/>
    <w:rsid w:val="00874C0F"/>
    <w:rsid w:val="009F5F14"/>
    <w:rsid w:val="00A7669A"/>
    <w:rsid w:val="00B84D87"/>
    <w:rsid w:val="00BC7752"/>
    <w:rsid w:val="00BE5D3C"/>
    <w:rsid w:val="00D12A6B"/>
    <w:rsid w:val="00D94F10"/>
    <w:rsid w:val="00D978B5"/>
    <w:rsid w:val="00F07EC3"/>
    <w:rsid w:val="00F54925"/>
    <w:rsid w:val="00FD7AB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F3E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F549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F54925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F549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F54925"/>
    <w:rPr>
      <w:sz w:val="18"/>
      <w:szCs w:val="18"/>
    </w:rPr>
  </w:style>
  <w:style w:type="table" w:styleId="TableGrid">
    <w:name w:val="Table Grid"/>
    <w:basedOn w:val="TableNormal"/>
    <w:uiPriority w:val="59"/>
    <w:rsid w:val="00F549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780</Words>
  <Characters>4450</Characters>
  <Application>Microsoft Office Word</Application>
  <DocSecurity>0</DocSecurity>
  <Lines>37</Lines>
  <Paragraphs>10</Paragraphs>
  <ScaleCrop>false</ScaleCrop>
  <Company/>
  <LinksUpToDate>false</LinksUpToDate>
  <CharactersWithSpaces>5220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kk</cp:lastModifiedBy>
  <cp:revision>25</cp:revision>
  <dcterms:created xsi:type="dcterms:W3CDTF">2020-11-01T13:40:00Z</dcterms:created>
  <dcterms:modified xsi:type="dcterms:W3CDTF">2020-11-04T08:58:00Z</dcterms:modified>
</cp:coreProperties>
</file>