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88" w:rsidRDefault="004B2088">
      <w:pPr>
        <w:spacing w:line="336" w:lineRule="auto"/>
        <w:jc w:val="center"/>
        <w:rPr>
          <w:rFonts w:ascii="宋体" w:eastAsia="宋体" w:hAnsi="宋体" w:cs="宋体"/>
          <w:b/>
          <w:color w:val="000000"/>
          <w:kern w:val="0"/>
          <w:sz w:val="30"/>
          <w:szCs w:val="30"/>
        </w:rPr>
      </w:pPr>
    </w:p>
    <w:p w:rsidR="00B21707" w:rsidRPr="00E053B5" w:rsidRDefault="004B2088">
      <w:pPr>
        <w:spacing w:line="336" w:lineRule="auto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  <w:r w:rsidRPr="00E053B5"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中山大学博士生东校园单双人间现场选房调宿</w:t>
      </w:r>
    </w:p>
    <w:p w:rsidR="00FA598C" w:rsidRPr="00E053B5" w:rsidRDefault="004B2088">
      <w:pPr>
        <w:spacing w:line="336" w:lineRule="auto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  <w:r w:rsidRPr="00E053B5"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办理通知单</w:t>
      </w:r>
    </w:p>
    <w:p w:rsidR="004B2088" w:rsidRPr="004B2088" w:rsidRDefault="004B2088">
      <w:pPr>
        <w:spacing w:line="336" w:lineRule="auto"/>
        <w:jc w:val="center"/>
        <w:rPr>
          <w:rFonts w:ascii="宋体" w:eastAsia="宋体" w:hAnsi="宋体" w:cs="宋体"/>
          <w:b/>
          <w:color w:val="000000"/>
          <w:kern w:val="0"/>
          <w:sz w:val="30"/>
          <w:szCs w:val="30"/>
        </w:rPr>
      </w:pPr>
    </w:p>
    <w:tbl>
      <w:tblPr>
        <w:tblW w:w="8642" w:type="dxa"/>
        <w:tblLayout w:type="fixed"/>
        <w:tblLook w:val="04A0"/>
      </w:tblPr>
      <w:tblGrid>
        <w:gridCol w:w="997"/>
        <w:gridCol w:w="963"/>
        <w:gridCol w:w="833"/>
        <w:gridCol w:w="1455"/>
        <w:gridCol w:w="1346"/>
        <w:gridCol w:w="947"/>
        <w:gridCol w:w="2101"/>
      </w:tblGrid>
      <w:tr w:rsidR="00FA598C" w:rsidRPr="004B2088" w:rsidTr="00B93EE0">
        <w:trPr>
          <w:trHeight w:val="853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A598C" w:rsidRPr="004B2088" w:rsidTr="00B93EE0">
        <w:trPr>
          <w:trHeight w:val="979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现住宿舍　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区/园     栋/号    房</w:t>
            </w:r>
          </w:p>
        </w:tc>
      </w:tr>
      <w:tr w:rsidR="00FA598C" w:rsidRPr="004B2088" w:rsidTr="00B93EE0">
        <w:trPr>
          <w:trHeight w:val="1418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6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Pr="00E053B5" w:rsidRDefault="007718CC" w:rsidP="00986B7A">
            <w:pPr>
              <w:widowControl/>
              <w:ind w:right="560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手机号：                邮箱：                </w:t>
            </w:r>
          </w:p>
        </w:tc>
      </w:tr>
      <w:tr w:rsidR="00FA598C" w:rsidRPr="004B2088" w:rsidTr="00C26957">
        <w:trPr>
          <w:trHeight w:val="3962"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学生处</w:t>
            </w:r>
            <w:r w:rsidRPr="00E053B5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学生事务管理中心</w:t>
            </w: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6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0F14" w:rsidRDefault="007718CC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经公开选房，确认该生获入住格致园</w:t>
            </w: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 w:rsidR="0013267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u w:val="single"/>
              </w:rPr>
              <w:t xml:space="preserve"> </w:t>
            </w:r>
            <w:r w:rsidR="00132672" w:rsidRPr="0013267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栋</w:t>
            </w: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   </w:t>
            </w: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房</w:t>
            </w:r>
            <w:r w:rsidR="0013267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间</w:t>
            </w: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资格。        </w:t>
            </w:r>
          </w:p>
          <w:p w:rsidR="00EA59E5" w:rsidRDefault="007718CC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</w:t>
            </w:r>
          </w:p>
          <w:p w:rsidR="00FA598C" w:rsidRDefault="007718CC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                   （盖章）：</w:t>
            </w:r>
          </w:p>
          <w:p w:rsidR="00C26957" w:rsidRDefault="00C26957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9B0F14" w:rsidRPr="00E053B5" w:rsidRDefault="009B0F14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FA598C" w:rsidRPr="00E053B5" w:rsidRDefault="00EA59E5" w:rsidP="001E057C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</w:t>
            </w:r>
            <w:r w:rsidR="007718CC"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日期：</w:t>
            </w:r>
            <w:r w:rsidR="001E057C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年  </w:t>
            </w:r>
            <w:r w:rsidR="001E057C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月  日</w:t>
            </w:r>
          </w:p>
        </w:tc>
      </w:tr>
      <w:tr w:rsidR="00FA598C" w:rsidRPr="004B2088" w:rsidTr="00B93EE0">
        <w:trPr>
          <w:trHeight w:val="2404"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调出宿舍</w:t>
            </w:r>
          </w:p>
          <w:p w:rsidR="00FA598C" w:rsidRPr="00E053B5" w:rsidRDefault="007718CC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管理员</w:t>
            </w:r>
          </w:p>
        </w:tc>
        <w:tc>
          <w:tcPr>
            <w:tcW w:w="6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598C" w:rsidRDefault="007718CC">
            <w:pPr>
              <w:widowControl/>
              <w:spacing w:line="340" w:lineRule="exact"/>
              <w:jc w:val="left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 xml:space="preserve">该生已于  </w:t>
            </w:r>
            <w:r w:rsidR="004F0538"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E053B5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 xml:space="preserve">年  </w:t>
            </w:r>
            <w:r w:rsidR="004F0538"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E053B5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 xml:space="preserve">月  </w:t>
            </w:r>
            <w:r w:rsidR="004F0538"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E053B5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日交还宿舍钥匙，办理了退房手续。</w:t>
            </w:r>
          </w:p>
          <w:p w:rsidR="00620A01" w:rsidRPr="00E053B5" w:rsidRDefault="00620A01">
            <w:pPr>
              <w:widowControl/>
              <w:spacing w:line="340" w:lineRule="exact"/>
              <w:jc w:val="left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</w:p>
          <w:p w:rsidR="00FA598C" w:rsidRPr="00E053B5" w:rsidRDefault="007718CC">
            <w:pPr>
              <w:widowControl/>
              <w:spacing w:line="340" w:lineRule="exact"/>
              <w:ind w:firstLineChars="1100" w:firstLine="3080"/>
              <w:jc w:val="left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宿管员签名：</w:t>
            </w:r>
          </w:p>
        </w:tc>
      </w:tr>
      <w:tr w:rsidR="00FA598C" w:rsidRPr="004B2088" w:rsidTr="00DD7A99">
        <w:trPr>
          <w:trHeight w:val="2111"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C" w:rsidRPr="00E053B5" w:rsidRDefault="007718CC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调入宿舍</w:t>
            </w:r>
          </w:p>
          <w:p w:rsidR="00FA598C" w:rsidRPr="00E053B5" w:rsidRDefault="007718CC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管理员</w:t>
            </w:r>
          </w:p>
        </w:tc>
        <w:tc>
          <w:tcPr>
            <w:tcW w:w="6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1D39" w:rsidRPr="00E053B5" w:rsidRDefault="007718CC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该生已于  </w:t>
            </w:r>
            <w:r w:rsidR="004F0538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E053B5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 xml:space="preserve">年  </w:t>
            </w:r>
            <w:r w:rsidR="004F0538"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E053B5">
              <w:rPr>
                <w:rFonts w:ascii="宋体" w:eastAsia="宋体" w:hAnsi="宋体" w:hint="eastAsia"/>
                <w:color w:val="000000"/>
                <w:kern w:val="0"/>
                <w:sz w:val="28"/>
                <w:szCs w:val="28"/>
              </w:rPr>
              <w:t>月   日</w:t>
            </w: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办理了入住手续。  </w:t>
            </w:r>
          </w:p>
          <w:p w:rsidR="00FA598C" w:rsidRPr="00E053B5" w:rsidRDefault="007718CC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</w:p>
          <w:p w:rsidR="00FA598C" w:rsidRPr="00E053B5" w:rsidRDefault="007718CC">
            <w:pPr>
              <w:widowControl/>
              <w:spacing w:line="340" w:lineRule="exact"/>
              <w:ind w:firstLineChars="1100" w:firstLine="308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053B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宿管员签名：</w:t>
            </w:r>
          </w:p>
        </w:tc>
      </w:tr>
    </w:tbl>
    <w:p w:rsidR="00FA598C" w:rsidRDefault="00FA598C" w:rsidP="00521D4E">
      <w:pPr>
        <w:widowControl/>
        <w:jc w:val="left"/>
        <w:rPr>
          <w:rFonts w:ascii="仿宋_GB2312" w:eastAsia="仿宋_GB2312" w:hAnsi="宋体"/>
          <w:color w:val="000000"/>
          <w:sz w:val="24"/>
          <w:szCs w:val="24"/>
        </w:rPr>
      </w:pPr>
      <w:bookmarkStart w:id="0" w:name="_GoBack"/>
      <w:bookmarkEnd w:id="0"/>
    </w:p>
    <w:sectPr w:rsidR="00FA598C" w:rsidSect="00555F33">
      <w:pgSz w:w="12240" w:h="15840"/>
      <w:pgMar w:top="760" w:right="1800" w:bottom="646" w:left="1800" w:header="708" w:footer="709" w:gutter="0"/>
      <w:cols w:space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74A" w:rsidRDefault="0030574A" w:rsidP="00521D4E">
      <w:r>
        <w:separator/>
      </w:r>
    </w:p>
  </w:endnote>
  <w:endnote w:type="continuationSeparator" w:id="0">
    <w:p w:rsidR="0030574A" w:rsidRDefault="0030574A" w:rsidP="00521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74A" w:rsidRDefault="0030574A" w:rsidP="00521D4E">
      <w:r>
        <w:separator/>
      </w:r>
    </w:p>
  </w:footnote>
  <w:footnote w:type="continuationSeparator" w:id="0">
    <w:p w:rsidR="0030574A" w:rsidRDefault="0030574A" w:rsidP="00521D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D7C83"/>
    <w:rsid w:val="000D5A5F"/>
    <w:rsid w:val="00111D39"/>
    <w:rsid w:val="00130D28"/>
    <w:rsid w:val="00132672"/>
    <w:rsid w:val="001E057C"/>
    <w:rsid w:val="002A5C67"/>
    <w:rsid w:val="002F4DB3"/>
    <w:rsid w:val="0030574A"/>
    <w:rsid w:val="00352661"/>
    <w:rsid w:val="00372A6D"/>
    <w:rsid w:val="004B2088"/>
    <w:rsid w:val="004C068A"/>
    <w:rsid w:val="004F0538"/>
    <w:rsid w:val="00521D4E"/>
    <w:rsid w:val="00532020"/>
    <w:rsid w:val="00555F33"/>
    <w:rsid w:val="00596D71"/>
    <w:rsid w:val="00616817"/>
    <w:rsid w:val="00620A01"/>
    <w:rsid w:val="006D7C83"/>
    <w:rsid w:val="006E5053"/>
    <w:rsid w:val="007718CC"/>
    <w:rsid w:val="00787095"/>
    <w:rsid w:val="00795622"/>
    <w:rsid w:val="008012F9"/>
    <w:rsid w:val="0080672D"/>
    <w:rsid w:val="008D58A4"/>
    <w:rsid w:val="0093026F"/>
    <w:rsid w:val="00986B7A"/>
    <w:rsid w:val="009B0F14"/>
    <w:rsid w:val="00B21707"/>
    <w:rsid w:val="00B26555"/>
    <w:rsid w:val="00B93EE0"/>
    <w:rsid w:val="00BA1F4F"/>
    <w:rsid w:val="00BB30F0"/>
    <w:rsid w:val="00C26957"/>
    <w:rsid w:val="00DD7A99"/>
    <w:rsid w:val="00E053B5"/>
    <w:rsid w:val="00E57FA2"/>
    <w:rsid w:val="00EA59E5"/>
    <w:rsid w:val="00FA598C"/>
    <w:rsid w:val="00FF60FC"/>
    <w:rsid w:val="20B16B28"/>
    <w:rsid w:val="25EB5D9C"/>
    <w:rsid w:val="45EE1AD7"/>
    <w:rsid w:val="5CA73447"/>
    <w:rsid w:val="6D882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3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55F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5F33"/>
    <w:pPr>
      <w:widowControl/>
      <w:tabs>
        <w:tab w:val="center" w:pos="4320"/>
        <w:tab w:val="right" w:pos="8640"/>
      </w:tabs>
      <w:snapToGrid w:val="0"/>
      <w:spacing w:after="16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55F33"/>
    <w:pPr>
      <w:widowControl/>
      <w:pBdr>
        <w:bottom w:val="single" w:sz="6" w:space="1" w:color="auto"/>
      </w:pBdr>
      <w:tabs>
        <w:tab w:val="center" w:pos="4320"/>
        <w:tab w:val="right" w:pos="8640"/>
      </w:tabs>
      <w:snapToGrid w:val="0"/>
      <w:spacing w:after="160"/>
      <w:jc w:val="center"/>
    </w:pPr>
    <w:rPr>
      <w:kern w:val="0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555F3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5F3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55F3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2</cp:revision>
  <cp:lastPrinted>2019-04-11T09:35:00Z</cp:lastPrinted>
  <dcterms:created xsi:type="dcterms:W3CDTF">2019-04-19T03:06:00Z</dcterms:created>
  <dcterms:modified xsi:type="dcterms:W3CDTF">2019-04-19T03:06:00Z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