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90" w:rsidRPr="00C257A7" w:rsidRDefault="00434690" w:rsidP="00434690">
      <w:pPr>
        <w:rPr>
          <w:rFonts w:ascii="仿宋" w:eastAsia="仿宋" w:hAnsi="仿宋"/>
          <w:sz w:val="24"/>
          <w:szCs w:val="24"/>
        </w:rPr>
      </w:pPr>
      <w:r w:rsidRPr="00C257A7">
        <w:rPr>
          <w:rFonts w:ascii="仿宋" w:eastAsia="仿宋" w:hAnsi="仿宋" w:hint="eastAsia"/>
          <w:sz w:val="24"/>
          <w:szCs w:val="24"/>
        </w:rPr>
        <w:t>附件2.</w:t>
      </w:r>
    </w:p>
    <w:p w:rsidR="00451243" w:rsidRPr="00434690" w:rsidRDefault="00434690" w:rsidP="00434690">
      <w:pPr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南校园博士生单人间宿舍空房源</w:t>
      </w:r>
      <w:r w:rsidRPr="004016B4">
        <w:rPr>
          <w:rFonts w:ascii="黑体" w:eastAsia="黑体" w:hAnsi="黑体" w:cs="Arial" w:hint="eastAsia"/>
          <w:kern w:val="0"/>
          <w:sz w:val="30"/>
          <w:szCs w:val="30"/>
        </w:rPr>
        <w:t>情况</w:t>
      </w:r>
    </w:p>
    <w:tbl>
      <w:tblPr>
        <w:tblW w:w="8095" w:type="dxa"/>
        <w:tblInd w:w="93" w:type="dxa"/>
        <w:tblLook w:val="04A0"/>
      </w:tblPr>
      <w:tblGrid>
        <w:gridCol w:w="1575"/>
        <w:gridCol w:w="1275"/>
        <w:gridCol w:w="1276"/>
        <w:gridCol w:w="1418"/>
        <w:gridCol w:w="1134"/>
        <w:gridCol w:w="1417"/>
      </w:tblGrid>
      <w:tr w:rsidR="00F06490" w:rsidRPr="00F94327" w:rsidTr="000B1CB7">
        <w:trPr>
          <w:trHeight w:val="45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203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13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205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9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364A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27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F06490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327" w:rsidRPr="00F94327" w:rsidRDefault="00F94327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F94327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27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男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204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9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356A   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13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43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lastRenderedPageBreak/>
              <w:t>楼栋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性别限制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楼栋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房号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bCs/>
                <w:kern w:val="0"/>
                <w:szCs w:val="21"/>
              </w:rPr>
              <w:t>性别限制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119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25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b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364B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栋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 xml:space="preserve">   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（共</w:t>
            </w:r>
            <w:r w:rsidRPr="00F94327">
              <w:rPr>
                <w:rFonts w:ascii="宋体" w:eastAsia="宋体" w:hAnsi="宋体" w:cs="Arial"/>
                <w:b/>
                <w:kern w:val="0"/>
                <w:szCs w:val="21"/>
              </w:rPr>
              <w:t>26</w:t>
            </w:r>
            <w:r w:rsidRPr="00F94327">
              <w:rPr>
                <w:rFonts w:ascii="宋体" w:eastAsia="宋体" w:hAnsi="宋体" w:cs="Arial" w:hint="eastAsia"/>
                <w:b/>
                <w:kern w:val="0"/>
                <w:szCs w:val="21"/>
              </w:rPr>
              <w:t>间）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  <w:tr w:rsidR="00482F25" w:rsidRPr="00F94327" w:rsidTr="000B1CB7">
        <w:trPr>
          <w:trHeight w:val="34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D71BEE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F25" w:rsidRPr="00F94327" w:rsidRDefault="00482F25" w:rsidP="00F94327">
            <w:pPr>
              <w:widowControl/>
              <w:jc w:val="left"/>
              <w:rPr>
                <w:rFonts w:ascii="宋体" w:eastAsia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 w:rsidRPr="00F94327">
              <w:rPr>
                <w:rFonts w:ascii="宋体" w:eastAsia="宋体" w:hAnsi="宋体" w:cs="Arial"/>
                <w:kern w:val="0"/>
                <w:szCs w:val="21"/>
              </w:rPr>
              <w:t>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F25" w:rsidRPr="00F94327" w:rsidRDefault="00482F25" w:rsidP="00F94327">
            <w:pPr>
              <w:widowControl/>
              <w:jc w:val="center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男/女</w:t>
            </w:r>
          </w:p>
        </w:tc>
      </w:tr>
    </w:tbl>
    <w:p w:rsidR="00451243" w:rsidRPr="001838D0" w:rsidRDefault="00451243">
      <w:pPr>
        <w:rPr>
          <w:rFonts w:ascii="宋体" w:eastAsia="宋体" w:hAnsi="宋体"/>
          <w:szCs w:val="21"/>
        </w:rPr>
      </w:pPr>
    </w:p>
    <w:sectPr w:rsidR="00451243" w:rsidRPr="001838D0" w:rsidSect="00434690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62F" w:rsidRDefault="0008162F" w:rsidP="00451243">
      <w:r>
        <w:separator/>
      </w:r>
    </w:p>
  </w:endnote>
  <w:endnote w:type="continuationSeparator" w:id="0">
    <w:p w:rsidR="0008162F" w:rsidRDefault="0008162F" w:rsidP="00451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62F" w:rsidRDefault="0008162F" w:rsidP="00451243">
      <w:r>
        <w:separator/>
      </w:r>
    </w:p>
  </w:footnote>
  <w:footnote w:type="continuationSeparator" w:id="0">
    <w:p w:rsidR="0008162F" w:rsidRDefault="0008162F" w:rsidP="004512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1243"/>
    <w:rsid w:val="00031759"/>
    <w:rsid w:val="0008162F"/>
    <w:rsid w:val="000B1CB7"/>
    <w:rsid w:val="001838D0"/>
    <w:rsid w:val="00227F91"/>
    <w:rsid w:val="003B538A"/>
    <w:rsid w:val="00434690"/>
    <w:rsid w:val="00451243"/>
    <w:rsid w:val="00482F25"/>
    <w:rsid w:val="00724EB2"/>
    <w:rsid w:val="008B1447"/>
    <w:rsid w:val="0098451C"/>
    <w:rsid w:val="00E834EC"/>
    <w:rsid w:val="00F06490"/>
    <w:rsid w:val="00F9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1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12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1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12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1072</Characters>
  <Application>Microsoft Office Word</Application>
  <DocSecurity>0</DocSecurity>
  <Lines>8</Lines>
  <Paragraphs>2</Paragraphs>
  <ScaleCrop>false</ScaleCrop>
  <Company>MS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</dc:creator>
  <cp:lastModifiedBy>lenovo-</cp:lastModifiedBy>
  <cp:revision>4</cp:revision>
  <dcterms:created xsi:type="dcterms:W3CDTF">2018-12-29T06:08:00Z</dcterms:created>
  <dcterms:modified xsi:type="dcterms:W3CDTF">2018-12-29T06:19:00Z</dcterms:modified>
</cp:coreProperties>
</file>